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399" w:rsidRPr="00165430" w:rsidRDefault="009D0399" w:rsidP="00165430">
      <w:pPr>
        <w:spacing w:line="680" w:lineRule="exact"/>
        <w:jc w:val="center"/>
        <w:rPr>
          <w:rFonts w:ascii="华文中宋" w:eastAsia="华文中宋" w:hAnsi="华文中宋" w:cs="宋体"/>
          <w:sz w:val="44"/>
          <w:szCs w:val="44"/>
        </w:rPr>
      </w:pPr>
    </w:p>
    <w:p w:rsidR="009D0399" w:rsidRDefault="009D0399" w:rsidP="00165430">
      <w:pPr>
        <w:spacing w:line="680" w:lineRule="exact"/>
        <w:jc w:val="center"/>
        <w:rPr>
          <w:rFonts w:ascii="华文中宋" w:eastAsia="华文中宋" w:hAnsi="华文中宋" w:cs="宋体"/>
          <w:sz w:val="44"/>
          <w:szCs w:val="44"/>
        </w:rPr>
      </w:pPr>
      <w:r w:rsidRPr="00165430">
        <w:rPr>
          <w:rFonts w:ascii="华文中宋" w:eastAsia="华文中宋" w:hAnsi="华文中宋" w:cs="宋体" w:hint="eastAsia"/>
          <w:sz w:val="44"/>
          <w:szCs w:val="44"/>
        </w:rPr>
        <w:t>评选</w:t>
      </w:r>
      <w:r w:rsidRPr="00165430">
        <w:rPr>
          <w:rFonts w:ascii="华文中宋" w:eastAsia="华文中宋" w:hAnsi="华文中宋" w:cs="宋体"/>
          <w:sz w:val="44"/>
          <w:szCs w:val="44"/>
        </w:rPr>
        <w:t>2019</w:t>
      </w:r>
      <w:r w:rsidRPr="00165430">
        <w:rPr>
          <w:rFonts w:ascii="华文中宋" w:eastAsia="华文中宋" w:hAnsi="华文中宋" w:cs="宋体" w:hint="eastAsia"/>
          <w:sz w:val="44"/>
          <w:szCs w:val="44"/>
        </w:rPr>
        <w:t>年度全国全省教育系统先进集体</w:t>
      </w:r>
    </w:p>
    <w:p w:rsidR="009D0399" w:rsidRPr="00165430" w:rsidRDefault="009D0399" w:rsidP="00165430">
      <w:pPr>
        <w:spacing w:line="680" w:lineRule="exact"/>
        <w:jc w:val="center"/>
        <w:rPr>
          <w:rFonts w:ascii="华文中宋" w:eastAsia="华文中宋" w:hAnsi="华文中宋" w:cs="宋体"/>
          <w:sz w:val="44"/>
          <w:szCs w:val="44"/>
        </w:rPr>
      </w:pPr>
      <w:r w:rsidRPr="00165430">
        <w:rPr>
          <w:rFonts w:ascii="华文中宋" w:eastAsia="华文中宋" w:hAnsi="华文中宋" w:cs="宋体" w:hint="eastAsia"/>
          <w:sz w:val="44"/>
          <w:szCs w:val="44"/>
        </w:rPr>
        <w:t>主要事迹材料</w:t>
      </w:r>
    </w:p>
    <w:p w:rsidR="009D0399" w:rsidRDefault="009D0399" w:rsidP="00165430">
      <w:pPr>
        <w:spacing w:line="580" w:lineRule="exact"/>
        <w:jc w:val="center"/>
        <w:rPr>
          <w:rFonts w:ascii="仿宋_GB2312" w:eastAsia="仿宋_GB2312" w:hAnsi="仿宋" w:cs="仿宋"/>
          <w:sz w:val="32"/>
          <w:szCs w:val="32"/>
        </w:rPr>
      </w:pPr>
      <w:r w:rsidRPr="00165430">
        <w:rPr>
          <w:rFonts w:ascii="仿宋_GB2312" w:eastAsia="仿宋_GB2312" w:hAnsi="仿宋" w:cs="仿宋" w:hint="eastAsia"/>
          <w:sz w:val="32"/>
          <w:szCs w:val="32"/>
        </w:rPr>
        <w:t>枣庄市第十九中学</w:t>
      </w:r>
    </w:p>
    <w:p w:rsidR="009D0399" w:rsidRPr="00165430" w:rsidRDefault="009D0399" w:rsidP="00165430">
      <w:pPr>
        <w:spacing w:line="580" w:lineRule="exact"/>
        <w:jc w:val="center"/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仿宋" w:cs="仿宋"/>
          <w:sz w:val="32"/>
          <w:szCs w:val="32"/>
        </w:rPr>
        <w:t>2019</w:t>
      </w:r>
      <w:r>
        <w:rPr>
          <w:rFonts w:ascii="仿宋_GB2312" w:eastAsia="仿宋_GB2312" w:hAnsi="仿宋" w:cs="仿宋" w:hint="eastAsia"/>
          <w:sz w:val="32"/>
          <w:szCs w:val="32"/>
        </w:rPr>
        <w:t>年</w:t>
      </w:r>
      <w:r>
        <w:rPr>
          <w:rFonts w:ascii="仿宋_GB2312" w:eastAsia="仿宋_GB2312" w:hAnsi="仿宋" w:cs="仿宋"/>
          <w:sz w:val="32"/>
          <w:szCs w:val="32"/>
        </w:rPr>
        <w:t>7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>
        <w:rPr>
          <w:rFonts w:ascii="仿宋_GB2312" w:eastAsia="仿宋_GB2312" w:hAnsi="仿宋" w:cs="仿宋"/>
          <w:sz w:val="32"/>
          <w:szCs w:val="32"/>
        </w:rPr>
        <w:t>13</w:t>
      </w:r>
      <w:r>
        <w:rPr>
          <w:rFonts w:ascii="仿宋_GB2312" w:eastAsia="仿宋_GB2312" w:hAnsi="仿宋" w:cs="仿宋" w:hint="eastAsia"/>
          <w:sz w:val="32"/>
          <w:szCs w:val="32"/>
        </w:rPr>
        <w:t>日</w:t>
      </w:r>
    </w:p>
    <w:p w:rsidR="009D0399" w:rsidRDefault="009D0399" w:rsidP="00165430">
      <w:pPr>
        <w:spacing w:line="580" w:lineRule="exact"/>
        <w:ind w:firstLineChars="200" w:firstLine="31680"/>
        <w:rPr>
          <w:rFonts w:ascii="仿宋_GB2312" w:eastAsia="仿宋_GB2312" w:hAnsi="仿宋" w:cs="仿宋"/>
          <w:sz w:val="32"/>
          <w:szCs w:val="32"/>
        </w:rPr>
      </w:pPr>
    </w:p>
    <w:p w:rsidR="009D0399" w:rsidRPr="00165430" w:rsidRDefault="009D0399" w:rsidP="00165430">
      <w:pPr>
        <w:spacing w:line="580" w:lineRule="exact"/>
        <w:ind w:firstLineChars="200" w:firstLine="31680"/>
        <w:rPr>
          <w:rFonts w:ascii="仿宋_GB2312" w:eastAsia="仿宋_GB2312" w:hAnsi="仿宋" w:cs="仿宋"/>
          <w:sz w:val="32"/>
          <w:szCs w:val="32"/>
        </w:rPr>
      </w:pPr>
      <w:r w:rsidRPr="00165430">
        <w:rPr>
          <w:rFonts w:ascii="仿宋_GB2312" w:eastAsia="仿宋_GB2312" w:hAnsi="仿宋" w:cs="仿宋" w:hint="eastAsia"/>
          <w:sz w:val="32"/>
          <w:szCs w:val="32"/>
        </w:rPr>
        <w:t>枣庄市第十九中学始建于</w:t>
      </w:r>
      <w:r w:rsidRPr="00165430">
        <w:rPr>
          <w:rFonts w:ascii="仿宋_GB2312" w:eastAsia="仿宋_GB2312" w:hAnsi="仿宋" w:cs="仿宋"/>
          <w:sz w:val="32"/>
          <w:szCs w:val="32"/>
        </w:rPr>
        <w:t>1969</w:t>
      </w:r>
      <w:r w:rsidRPr="00165430">
        <w:rPr>
          <w:rFonts w:ascii="仿宋_GB2312" w:eastAsia="仿宋_GB2312" w:hAnsi="仿宋" w:cs="仿宋" w:hint="eastAsia"/>
          <w:sz w:val="32"/>
          <w:szCs w:val="32"/>
        </w:rPr>
        <w:t>年，位于薛城区沙沟镇政府驻地北，期间历经数次迁校更名，于</w:t>
      </w:r>
      <w:r w:rsidRPr="00165430">
        <w:rPr>
          <w:rFonts w:ascii="仿宋_GB2312" w:eastAsia="仿宋_GB2312" w:hAnsi="仿宋" w:cs="仿宋"/>
          <w:sz w:val="32"/>
          <w:szCs w:val="32"/>
        </w:rPr>
        <w:t>1995</w:t>
      </w:r>
      <w:r w:rsidRPr="00165430">
        <w:rPr>
          <w:rFonts w:ascii="仿宋_GB2312" w:eastAsia="仿宋_GB2312" w:hAnsi="仿宋" w:cs="仿宋" w:hint="eastAsia"/>
          <w:sz w:val="32"/>
          <w:szCs w:val="32"/>
        </w:rPr>
        <w:t>年迁至现校址。学校占地面积</w:t>
      </w:r>
      <w:r w:rsidRPr="00165430">
        <w:rPr>
          <w:rFonts w:ascii="仿宋_GB2312" w:eastAsia="仿宋_GB2312" w:hAnsi="仿宋" w:cs="仿宋"/>
          <w:sz w:val="32"/>
          <w:szCs w:val="32"/>
        </w:rPr>
        <w:t>62552</w:t>
      </w:r>
      <w:r w:rsidRPr="00165430">
        <w:rPr>
          <w:rFonts w:ascii="仿宋_GB2312" w:eastAsia="仿宋_GB2312" w:hAnsi="仿宋" w:cs="仿宋" w:hint="eastAsia"/>
          <w:sz w:val="32"/>
          <w:szCs w:val="32"/>
        </w:rPr>
        <w:t>㎡，建筑面积</w:t>
      </w:r>
      <w:r w:rsidRPr="00165430">
        <w:rPr>
          <w:rFonts w:ascii="仿宋_GB2312" w:eastAsia="仿宋_GB2312" w:hAnsi="仿宋" w:cs="仿宋"/>
          <w:sz w:val="32"/>
          <w:szCs w:val="32"/>
        </w:rPr>
        <w:t>9034</w:t>
      </w:r>
      <w:r w:rsidRPr="00165430">
        <w:rPr>
          <w:rFonts w:ascii="仿宋_GB2312" w:eastAsia="仿宋_GB2312" w:hAnsi="仿宋" w:cs="仿宋" w:hint="eastAsia"/>
          <w:sz w:val="32"/>
          <w:szCs w:val="32"/>
        </w:rPr>
        <w:t>㎡。</w:t>
      </w:r>
      <w:r w:rsidRPr="00165430">
        <w:rPr>
          <w:rFonts w:ascii="仿宋_GB2312" w:eastAsia="仿宋_GB2312" w:hAnsi="仿宋" w:cs="仿宋"/>
          <w:sz w:val="32"/>
          <w:szCs w:val="32"/>
        </w:rPr>
        <w:t>2009</w:t>
      </w:r>
      <w:r w:rsidRPr="00165430">
        <w:rPr>
          <w:rFonts w:ascii="仿宋_GB2312" w:eastAsia="仿宋_GB2312" w:hAnsi="仿宋" w:cs="仿宋" w:hint="eastAsia"/>
          <w:sz w:val="32"/>
          <w:szCs w:val="32"/>
        </w:rPr>
        <w:t>年</w:t>
      </w:r>
      <w:r w:rsidRPr="00165430">
        <w:rPr>
          <w:rFonts w:ascii="仿宋_GB2312" w:eastAsia="仿宋_GB2312" w:hAnsi="仿宋" w:cs="仿宋"/>
          <w:sz w:val="32"/>
          <w:szCs w:val="32"/>
        </w:rPr>
        <w:t>8</w:t>
      </w:r>
      <w:r w:rsidRPr="00165430">
        <w:rPr>
          <w:rFonts w:ascii="仿宋_GB2312" w:eastAsia="仿宋_GB2312" w:hAnsi="仿宋" w:cs="仿宋" w:hint="eastAsia"/>
          <w:sz w:val="32"/>
          <w:szCs w:val="32"/>
        </w:rPr>
        <w:t>月区教育资源整合后，原南常中学整体并入十九中，为其注入了新的活力。近年来，借着创建义务教育均衡县的契机，持续加大基础设施建设，完善内部配套，办学水平和社会满意度大幅提升。</w:t>
      </w:r>
    </w:p>
    <w:p w:rsidR="009D0399" w:rsidRPr="00165430" w:rsidRDefault="009D0399" w:rsidP="00165430">
      <w:pPr>
        <w:spacing w:line="58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165430">
        <w:rPr>
          <w:rFonts w:ascii="仿宋_GB2312" w:eastAsia="仿宋_GB2312" w:hAnsi="仿宋" w:cs="仿宋" w:hint="eastAsia"/>
          <w:sz w:val="32"/>
          <w:szCs w:val="32"/>
        </w:rPr>
        <w:t>学校全面落实从严治党，发挥基层党组织战斗堡垒作用、树立党员先锋模范意识，引导党员干部立足岗位比奉献，勇敢担当比作为，深化主题党日教育，营造了干事创业、争先创优的浓厚氛围。始终致力于打造“四有”好教师队伍建设，现有高级教师</w:t>
      </w:r>
      <w:r w:rsidRPr="00165430">
        <w:rPr>
          <w:rFonts w:ascii="仿宋_GB2312" w:eastAsia="仿宋_GB2312" w:hAnsi="仿宋" w:cs="仿宋"/>
          <w:sz w:val="32"/>
          <w:szCs w:val="32"/>
        </w:rPr>
        <w:t>19</w:t>
      </w:r>
      <w:r w:rsidRPr="00165430">
        <w:rPr>
          <w:rFonts w:ascii="仿宋_GB2312" w:eastAsia="仿宋_GB2312" w:hAnsi="仿宋" w:cs="仿宋" w:hint="eastAsia"/>
          <w:sz w:val="32"/>
          <w:szCs w:val="32"/>
        </w:rPr>
        <w:t>人，市级名校长、市级骨干教师</w:t>
      </w:r>
      <w:r w:rsidRPr="00165430">
        <w:rPr>
          <w:rFonts w:ascii="仿宋_GB2312" w:eastAsia="仿宋_GB2312" w:hAnsi="仿宋" w:cs="仿宋"/>
          <w:sz w:val="32"/>
          <w:szCs w:val="32"/>
        </w:rPr>
        <w:t>5</w:t>
      </w:r>
      <w:r w:rsidRPr="00165430">
        <w:rPr>
          <w:rFonts w:ascii="仿宋_GB2312" w:eastAsia="仿宋_GB2312" w:hAnsi="仿宋" w:cs="仿宋" w:hint="eastAsia"/>
          <w:sz w:val="32"/>
          <w:szCs w:val="32"/>
        </w:rPr>
        <w:t>人，区级以上教学能手、学科带头人、名师、特色教师、骨干教师</w:t>
      </w:r>
      <w:r w:rsidRPr="00165430">
        <w:rPr>
          <w:rFonts w:ascii="仿宋_GB2312" w:eastAsia="仿宋_GB2312" w:hAnsi="仿宋" w:cs="仿宋"/>
          <w:sz w:val="32"/>
          <w:szCs w:val="32"/>
        </w:rPr>
        <w:t>26</w:t>
      </w:r>
      <w:r w:rsidRPr="00165430">
        <w:rPr>
          <w:rFonts w:ascii="仿宋_GB2312" w:eastAsia="仿宋_GB2312" w:hAnsi="仿宋" w:cs="仿宋" w:hint="eastAsia"/>
          <w:sz w:val="32"/>
          <w:szCs w:val="32"/>
        </w:rPr>
        <w:t>人，教师队伍年龄结构合理，充满活力，师德高尚，业务精良，雄厚的师资力量为学校健康持续发展奠定了坚实的基础。</w:t>
      </w:r>
    </w:p>
    <w:p w:rsidR="009D0399" w:rsidRPr="00165430" w:rsidRDefault="009D0399" w:rsidP="00165430">
      <w:pPr>
        <w:spacing w:line="580" w:lineRule="exact"/>
        <w:ind w:firstLineChars="200" w:firstLine="31680"/>
        <w:rPr>
          <w:rFonts w:ascii="仿宋_GB2312" w:eastAsia="仿宋_GB2312" w:hAnsi="仿宋" w:cs="仿宋"/>
          <w:sz w:val="32"/>
          <w:szCs w:val="32"/>
        </w:rPr>
      </w:pPr>
      <w:r w:rsidRPr="00165430">
        <w:rPr>
          <w:rFonts w:ascii="仿宋_GB2312" w:eastAsia="仿宋_GB2312" w:hAnsi="仿宋" w:cs="仿宋" w:hint="eastAsia"/>
          <w:sz w:val="32"/>
          <w:szCs w:val="32"/>
        </w:rPr>
        <w:t>学校以“打造质量强校”为中心目标，遵循“以师生的发展为本，办学生受益，家长放心，社会满意的教育”的办学宗旨，认真贯彻落实“管理当先，质量为天，安全第一，服务至上”的</w:t>
      </w:r>
      <w:r w:rsidRPr="00165430">
        <w:rPr>
          <w:rFonts w:ascii="仿宋_GB2312" w:eastAsia="仿宋_GB2312" w:hAnsi="仿宋" w:cs="仿宋"/>
          <w:sz w:val="32"/>
          <w:szCs w:val="32"/>
        </w:rPr>
        <w:t>16</w:t>
      </w:r>
      <w:r w:rsidRPr="00165430">
        <w:rPr>
          <w:rFonts w:ascii="仿宋_GB2312" w:eastAsia="仿宋_GB2312" w:hAnsi="仿宋" w:cs="仿宋" w:hint="eastAsia"/>
          <w:sz w:val="32"/>
          <w:szCs w:val="32"/>
        </w:rPr>
        <w:t>字方针，深入推进“</w:t>
      </w:r>
      <w:r w:rsidRPr="00165430">
        <w:rPr>
          <w:rFonts w:ascii="仿宋_GB2312" w:eastAsia="仿宋_GB2312" w:hAnsi="仿宋" w:cs="仿宋"/>
          <w:sz w:val="32"/>
          <w:szCs w:val="32"/>
        </w:rPr>
        <w:t>1234</w:t>
      </w:r>
      <w:r w:rsidRPr="00165430">
        <w:rPr>
          <w:rFonts w:ascii="仿宋_GB2312" w:eastAsia="仿宋_GB2312" w:hAnsi="仿宋" w:cs="仿宋" w:hint="eastAsia"/>
          <w:sz w:val="32"/>
          <w:szCs w:val="32"/>
        </w:rPr>
        <w:t>”工作思路。以礼文化教育为载体，外树形象、内强素质，立足常规抓规范，立足规范促提升，以网格化管理为媒介，落实细实严恒精细化管理，以课堂建模为突破口，积极探索小班化教学新理念，创新学校“一案一思五环节”教学模式，加强教师常态课的监控，及时做好问题跟踪及反馈，实现教学效益最大化，教育教学质量连年位于同类学校前列。</w:t>
      </w:r>
    </w:p>
    <w:p w:rsidR="009D0399" w:rsidRPr="00165430" w:rsidRDefault="009D0399" w:rsidP="00165430">
      <w:pPr>
        <w:spacing w:line="580" w:lineRule="exact"/>
        <w:ind w:firstLineChars="200" w:firstLine="31680"/>
        <w:rPr>
          <w:rFonts w:ascii="仿宋_GB2312" w:eastAsia="仿宋_GB2312" w:hAnsi="仿宋" w:cs="仿宋"/>
          <w:sz w:val="32"/>
          <w:szCs w:val="32"/>
        </w:rPr>
      </w:pPr>
      <w:r w:rsidRPr="00165430">
        <w:rPr>
          <w:rFonts w:ascii="仿宋_GB2312" w:eastAsia="仿宋_GB2312" w:hAnsi="仿宋" w:cs="仿宋" w:hint="eastAsia"/>
          <w:sz w:val="32"/>
          <w:szCs w:val="32"/>
        </w:rPr>
        <w:t>学校坚持走内涵发展之路，坚持立德树人，着力于学生核心素养的提升，努力打造“礼文化教育”品牌，通过思想引领，制度规范，细化育人环节，改善育人环境，不断提高学生的思想素质和道德修养，创设了快乐、健康、向上的育人氛围，办学特色不断彰显，办学品位逐年提升。目前，学校正向着“学校建设特色化，教师发展专业化，学生成长多元化，学校管理精细化”的目标迈进。</w:t>
      </w:r>
    </w:p>
    <w:p w:rsidR="009D0399" w:rsidRPr="00165430" w:rsidRDefault="009D0399" w:rsidP="00165430">
      <w:pPr>
        <w:spacing w:line="580" w:lineRule="exact"/>
        <w:ind w:firstLineChars="200" w:firstLine="31680"/>
        <w:rPr>
          <w:rFonts w:ascii="仿宋_GB2312" w:eastAsia="仿宋_GB2312" w:hAnsi="仿宋"/>
          <w:color w:val="000000"/>
          <w:sz w:val="32"/>
          <w:szCs w:val="32"/>
          <w:shd w:val="clear" w:color="auto" w:fill="FFFFFF"/>
        </w:rPr>
      </w:pPr>
      <w:r w:rsidRPr="00165430">
        <w:rPr>
          <w:rFonts w:ascii="仿宋_GB2312" w:eastAsia="仿宋_GB2312" w:hAnsi="仿宋" w:cs="仿宋" w:hint="eastAsia"/>
          <w:sz w:val="32"/>
          <w:szCs w:val="32"/>
        </w:rPr>
        <w:t>多年的发展，学校已成为市级规范化学校的一面旗帜，先后被授予山东省学校文化建设重点研究基地、山东省学校文化建设示范学校、枣庄市规范化学校、枣庄市红旗团支部、枣庄市学校德育工作规范化学校、枣庄市实验室及实验教学管理规范化学校、枣庄市节约型中小学示范校、枣庄市信息化校园示范学校、枣庄市平安和谐校园、薛城区绿色校园、薛城区文明校园、薛城区优质教学资源评选活动先进单位，连续多年被评为薛城区教学质量优胜单位、薛城区教学综合评价先进单位等荣誉称号。</w:t>
      </w:r>
      <w:r w:rsidRPr="00165430">
        <w:rPr>
          <w:rFonts w:ascii="仿宋_GB2312" w:eastAsia="仿宋_GB2312" w:hAnsi="仿宋"/>
          <w:color w:val="000000"/>
          <w:sz w:val="32"/>
          <w:szCs w:val="32"/>
          <w:shd w:val="clear" w:color="auto" w:fill="FFFFFF"/>
        </w:rPr>
        <w:t>2019</w:t>
      </w:r>
      <w:r w:rsidRPr="00165430">
        <w:rPr>
          <w:rFonts w:ascii="仿宋_GB2312" w:eastAsia="仿宋_GB2312" w:hAnsi="仿宋" w:hint="eastAsia"/>
          <w:color w:val="000000"/>
          <w:sz w:val="32"/>
          <w:szCs w:val="32"/>
          <w:shd w:val="clear" w:color="auto" w:fill="FFFFFF"/>
        </w:rPr>
        <w:t>年</w:t>
      </w:r>
      <w:r w:rsidRPr="00165430">
        <w:rPr>
          <w:rFonts w:ascii="仿宋_GB2312" w:eastAsia="仿宋_GB2312" w:hAnsi="仿宋"/>
          <w:color w:val="000000"/>
          <w:sz w:val="32"/>
          <w:szCs w:val="32"/>
          <w:shd w:val="clear" w:color="auto" w:fill="FFFFFF"/>
        </w:rPr>
        <w:t>3</w:t>
      </w:r>
      <w:r w:rsidRPr="00165430">
        <w:rPr>
          <w:rFonts w:ascii="仿宋_GB2312" w:eastAsia="仿宋_GB2312" w:hAnsi="仿宋" w:hint="eastAsia"/>
          <w:color w:val="000000"/>
          <w:sz w:val="32"/>
          <w:szCs w:val="32"/>
          <w:shd w:val="clear" w:color="auto" w:fill="FFFFFF"/>
        </w:rPr>
        <w:t>月，在薛城区教学工作会议上</w:t>
      </w:r>
      <w:bookmarkStart w:id="0" w:name="_GoBack"/>
      <w:bookmarkEnd w:id="0"/>
      <w:r w:rsidRPr="00165430">
        <w:rPr>
          <w:rFonts w:ascii="仿宋_GB2312" w:eastAsia="仿宋_GB2312" w:hAnsi="仿宋" w:hint="eastAsia"/>
          <w:color w:val="000000"/>
          <w:sz w:val="32"/>
          <w:szCs w:val="32"/>
          <w:shd w:val="clear" w:color="auto" w:fill="FFFFFF"/>
        </w:rPr>
        <w:t>学校作了典型经验交流；</w:t>
      </w:r>
      <w:r w:rsidRPr="00165430">
        <w:rPr>
          <w:rFonts w:ascii="仿宋_GB2312" w:eastAsia="仿宋_GB2312" w:hAnsi="仿宋"/>
          <w:color w:val="000000"/>
          <w:sz w:val="32"/>
          <w:szCs w:val="32"/>
          <w:shd w:val="clear" w:color="auto" w:fill="FFFFFF"/>
        </w:rPr>
        <w:t>4</w:t>
      </w:r>
      <w:r w:rsidRPr="00165430">
        <w:rPr>
          <w:rFonts w:ascii="仿宋_GB2312" w:eastAsia="仿宋_GB2312" w:hAnsi="仿宋" w:hint="eastAsia"/>
          <w:color w:val="000000"/>
          <w:sz w:val="32"/>
          <w:szCs w:val="32"/>
          <w:shd w:val="clear" w:color="auto" w:fill="FFFFFF"/>
        </w:rPr>
        <w:t>月，十九中学承办了全区初中教学管理现场会，在全系统产生了强烈反响，赢得了上级领导和社会各界的高度赞誉。</w:t>
      </w:r>
    </w:p>
    <w:p w:rsidR="009D0399" w:rsidRPr="00165430" w:rsidRDefault="009D0399" w:rsidP="00165430">
      <w:pPr>
        <w:spacing w:line="580" w:lineRule="exact"/>
        <w:ind w:firstLineChars="200" w:firstLine="31680"/>
        <w:rPr>
          <w:rFonts w:ascii="仿宋_GB2312" w:eastAsia="仿宋_GB2312" w:hAnsi="仿宋" w:cs="仿宋"/>
          <w:sz w:val="32"/>
          <w:szCs w:val="32"/>
        </w:rPr>
      </w:pPr>
      <w:r w:rsidRPr="00165430">
        <w:rPr>
          <w:rFonts w:ascii="仿宋_GB2312" w:eastAsia="仿宋_GB2312" w:hAnsi="仿宋" w:cs="仿宋" w:hint="eastAsia"/>
          <w:sz w:val="32"/>
          <w:szCs w:val="32"/>
        </w:rPr>
        <w:t>让农村学生享受和城里孩子一样的优质教育，办学生喜爱、教师幸福、家长放心、社会满意的学校将是十九中人永无止境的追求！勤劳智慧的十九中人，正以不忘初心的本真，实现着教书育人的朴素愿望；十九中是传统而现代的，十九中是历史而前卫的，十九中正在弘扬优秀传统文化的厚重基石上不忘初心、与时俱进、砥砺前行！</w:t>
      </w:r>
    </w:p>
    <w:sectPr w:rsidR="009D0399" w:rsidRPr="00165430" w:rsidSect="00D0035C">
      <w:footerReference w:type="default" r:id="rId6"/>
      <w:pgSz w:w="11906" w:h="16838"/>
      <w:pgMar w:top="2098" w:right="1474" w:bottom="1985" w:left="1588" w:header="851" w:footer="992" w:gutter="0"/>
      <w:pgNumType w:fmt="numberInDash" w:start="1"/>
      <w:cols w:space="720"/>
      <w:docGrid w:type="linesAndChars" w:linePitch="57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399" w:rsidRDefault="009D0399" w:rsidP="00D0035C">
      <w:r>
        <w:separator/>
      </w:r>
    </w:p>
  </w:endnote>
  <w:endnote w:type="continuationSeparator" w:id="0">
    <w:p w:rsidR="009D0399" w:rsidRDefault="009D0399" w:rsidP="00D003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微软雅黑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楷体"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399" w:rsidRDefault="009D0399">
    <w:pPr>
      <w:pStyle w:val="Footer"/>
      <w:jc w:val="right"/>
      <w:rPr>
        <w:rFonts w:ascii="宋体"/>
        <w:sz w:val="28"/>
        <w:szCs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0;margin-top:0;width:2in;height:2in;z-index:251660288;mso-wrap-style:none;mso-position-horizontal:center;mso-position-horizontal-relative:margin" filled="f" stroked="f">
          <v:textbox style="mso-fit-shape-to-text:t" inset="0,0,0,0">
            <w:txbxContent>
              <w:p w:rsidR="009D0399" w:rsidRDefault="009D0399">
                <w:pPr>
                  <w:pStyle w:val="Footer"/>
                </w:pPr>
                <w:r>
                  <w:rPr>
                    <w:lang/>
                  </w:rPr>
                  <w:fldChar w:fldCharType="begin"/>
                </w:r>
                <w:r>
                  <w:rPr>
                    <w:lang/>
                  </w:rPr>
                  <w:instrText xml:space="preserve"> PAGE  \* MERGEFORMAT </w:instrText>
                </w:r>
                <w:r>
                  <w:rPr>
                    <w:lang/>
                  </w:rPr>
                  <w:fldChar w:fldCharType="separate"/>
                </w:r>
                <w:r>
                  <w:rPr>
                    <w:noProof/>
                    <w:lang/>
                  </w:rPr>
                  <w:t>- 3 -</w:t>
                </w:r>
                <w:r>
                  <w:rPr>
                    <w:lang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9D0399" w:rsidRDefault="009D039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399" w:rsidRDefault="009D0399" w:rsidP="00D0035C">
      <w:r>
        <w:separator/>
      </w:r>
    </w:p>
  </w:footnote>
  <w:footnote w:type="continuationSeparator" w:id="0">
    <w:p w:rsidR="009D0399" w:rsidRDefault="009D0399" w:rsidP="00D003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4F2"/>
    <w:rsid w:val="0000084D"/>
    <w:rsid w:val="00000856"/>
    <w:rsid w:val="0000191F"/>
    <w:rsid w:val="00001F69"/>
    <w:rsid w:val="000023A4"/>
    <w:rsid w:val="0000263D"/>
    <w:rsid w:val="00002DC2"/>
    <w:rsid w:val="00002E2D"/>
    <w:rsid w:val="0000309B"/>
    <w:rsid w:val="000051AB"/>
    <w:rsid w:val="00006CFC"/>
    <w:rsid w:val="0000735E"/>
    <w:rsid w:val="00007D48"/>
    <w:rsid w:val="000105B8"/>
    <w:rsid w:val="00010FD3"/>
    <w:rsid w:val="00011B95"/>
    <w:rsid w:val="00013D00"/>
    <w:rsid w:val="00014A47"/>
    <w:rsid w:val="00015965"/>
    <w:rsid w:val="00016DAC"/>
    <w:rsid w:val="0002192D"/>
    <w:rsid w:val="000224C5"/>
    <w:rsid w:val="00024A36"/>
    <w:rsid w:val="00027ACD"/>
    <w:rsid w:val="00030AD8"/>
    <w:rsid w:val="000313AB"/>
    <w:rsid w:val="00032774"/>
    <w:rsid w:val="000338A1"/>
    <w:rsid w:val="00033D1B"/>
    <w:rsid w:val="00034C72"/>
    <w:rsid w:val="0003525F"/>
    <w:rsid w:val="00035DBF"/>
    <w:rsid w:val="00035EF5"/>
    <w:rsid w:val="00046A03"/>
    <w:rsid w:val="00050070"/>
    <w:rsid w:val="0005071A"/>
    <w:rsid w:val="000519BC"/>
    <w:rsid w:val="00052733"/>
    <w:rsid w:val="000529EE"/>
    <w:rsid w:val="0005599E"/>
    <w:rsid w:val="00055A21"/>
    <w:rsid w:val="00056F40"/>
    <w:rsid w:val="000617F8"/>
    <w:rsid w:val="00061F59"/>
    <w:rsid w:val="0006259C"/>
    <w:rsid w:val="00062D30"/>
    <w:rsid w:val="00064428"/>
    <w:rsid w:val="00067673"/>
    <w:rsid w:val="000708EA"/>
    <w:rsid w:val="00071FA4"/>
    <w:rsid w:val="00074535"/>
    <w:rsid w:val="00075B1E"/>
    <w:rsid w:val="00076DDF"/>
    <w:rsid w:val="00082360"/>
    <w:rsid w:val="0008253A"/>
    <w:rsid w:val="00085D5C"/>
    <w:rsid w:val="00086448"/>
    <w:rsid w:val="00091346"/>
    <w:rsid w:val="000923B8"/>
    <w:rsid w:val="0009314D"/>
    <w:rsid w:val="00093BD3"/>
    <w:rsid w:val="00093BF7"/>
    <w:rsid w:val="000A257D"/>
    <w:rsid w:val="000A2AC5"/>
    <w:rsid w:val="000A3349"/>
    <w:rsid w:val="000A6EC0"/>
    <w:rsid w:val="000A72E0"/>
    <w:rsid w:val="000B151E"/>
    <w:rsid w:val="000B1CB1"/>
    <w:rsid w:val="000B325C"/>
    <w:rsid w:val="000B5C00"/>
    <w:rsid w:val="000B7B3F"/>
    <w:rsid w:val="000C06F8"/>
    <w:rsid w:val="000C1A4E"/>
    <w:rsid w:val="000C248E"/>
    <w:rsid w:val="000C341B"/>
    <w:rsid w:val="000C4526"/>
    <w:rsid w:val="000C5726"/>
    <w:rsid w:val="000C5BA0"/>
    <w:rsid w:val="000C6063"/>
    <w:rsid w:val="000D0758"/>
    <w:rsid w:val="000D146E"/>
    <w:rsid w:val="000D315B"/>
    <w:rsid w:val="000D6256"/>
    <w:rsid w:val="000D7672"/>
    <w:rsid w:val="000D7936"/>
    <w:rsid w:val="000E0D18"/>
    <w:rsid w:val="000E387A"/>
    <w:rsid w:val="000E5D4C"/>
    <w:rsid w:val="000E5FB1"/>
    <w:rsid w:val="000F1C35"/>
    <w:rsid w:val="000F2D33"/>
    <w:rsid w:val="000F509F"/>
    <w:rsid w:val="000F526F"/>
    <w:rsid w:val="000F5E78"/>
    <w:rsid w:val="000F7421"/>
    <w:rsid w:val="000F7C96"/>
    <w:rsid w:val="00102DD2"/>
    <w:rsid w:val="00103446"/>
    <w:rsid w:val="00104F77"/>
    <w:rsid w:val="00106795"/>
    <w:rsid w:val="0010710A"/>
    <w:rsid w:val="00110392"/>
    <w:rsid w:val="00110F2D"/>
    <w:rsid w:val="0011287C"/>
    <w:rsid w:val="001135BB"/>
    <w:rsid w:val="001145C1"/>
    <w:rsid w:val="00114650"/>
    <w:rsid w:val="00114CC6"/>
    <w:rsid w:val="001158B9"/>
    <w:rsid w:val="0011654D"/>
    <w:rsid w:val="00116D4E"/>
    <w:rsid w:val="00121D67"/>
    <w:rsid w:val="00122911"/>
    <w:rsid w:val="00122CA9"/>
    <w:rsid w:val="0012369C"/>
    <w:rsid w:val="00123CA5"/>
    <w:rsid w:val="00125A0A"/>
    <w:rsid w:val="00131B2E"/>
    <w:rsid w:val="00131B4E"/>
    <w:rsid w:val="0013275C"/>
    <w:rsid w:val="00133590"/>
    <w:rsid w:val="001343CC"/>
    <w:rsid w:val="00134465"/>
    <w:rsid w:val="00135BC3"/>
    <w:rsid w:val="00136004"/>
    <w:rsid w:val="00136DD7"/>
    <w:rsid w:val="00137330"/>
    <w:rsid w:val="00140EAB"/>
    <w:rsid w:val="00141E38"/>
    <w:rsid w:val="001433D6"/>
    <w:rsid w:val="001462DC"/>
    <w:rsid w:val="00147EBD"/>
    <w:rsid w:val="001511D2"/>
    <w:rsid w:val="00154156"/>
    <w:rsid w:val="001544F3"/>
    <w:rsid w:val="001548F7"/>
    <w:rsid w:val="001549AD"/>
    <w:rsid w:val="00164AF5"/>
    <w:rsid w:val="00164D6E"/>
    <w:rsid w:val="00165430"/>
    <w:rsid w:val="00166CE2"/>
    <w:rsid w:val="001711BA"/>
    <w:rsid w:val="00174300"/>
    <w:rsid w:val="0017551C"/>
    <w:rsid w:val="00176047"/>
    <w:rsid w:val="00176C58"/>
    <w:rsid w:val="00181671"/>
    <w:rsid w:val="001821BA"/>
    <w:rsid w:val="00186E75"/>
    <w:rsid w:val="00187293"/>
    <w:rsid w:val="001879C8"/>
    <w:rsid w:val="00190269"/>
    <w:rsid w:val="00192E64"/>
    <w:rsid w:val="001955AB"/>
    <w:rsid w:val="00195C99"/>
    <w:rsid w:val="00195F18"/>
    <w:rsid w:val="00196C45"/>
    <w:rsid w:val="00196F36"/>
    <w:rsid w:val="0019714B"/>
    <w:rsid w:val="001A0B57"/>
    <w:rsid w:val="001A0C8E"/>
    <w:rsid w:val="001A4D20"/>
    <w:rsid w:val="001A5650"/>
    <w:rsid w:val="001A6CEB"/>
    <w:rsid w:val="001A7C83"/>
    <w:rsid w:val="001B0A3A"/>
    <w:rsid w:val="001B0FFD"/>
    <w:rsid w:val="001B1042"/>
    <w:rsid w:val="001B2415"/>
    <w:rsid w:val="001B446A"/>
    <w:rsid w:val="001B50AE"/>
    <w:rsid w:val="001B5544"/>
    <w:rsid w:val="001B7CBF"/>
    <w:rsid w:val="001C395E"/>
    <w:rsid w:val="001C3CCB"/>
    <w:rsid w:val="001C4335"/>
    <w:rsid w:val="001C5C04"/>
    <w:rsid w:val="001C727C"/>
    <w:rsid w:val="001C75A5"/>
    <w:rsid w:val="001C7EBA"/>
    <w:rsid w:val="001D0C8A"/>
    <w:rsid w:val="001D4BC4"/>
    <w:rsid w:val="001E1742"/>
    <w:rsid w:val="001E2FD0"/>
    <w:rsid w:val="001E379F"/>
    <w:rsid w:val="001E5578"/>
    <w:rsid w:val="001E5CD3"/>
    <w:rsid w:val="001F05C7"/>
    <w:rsid w:val="001F18F0"/>
    <w:rsid w:val="001F1BD4"/>
    <w:rsid w:val="001F2302"/>
    <w:rsid w:val="001F4B47"/>
    <w:rsid w:val="001F5E9B"/>
    <w:rsid w:val="001F6E54"/>
    <w:rsid w:val="001F6FAB"/>
    <w:rsid w:val="001F71CC"/>
    <w:rsid w:val="001F72F4"/>
    <w:rsid w:val="002009BE"/>
    <w:rsid w:val="002018B6"/>
    <w:rsid w:val="00203596"/>
    <w:rsid w:val="002046A0"/>
    <w:rsid w:val="002052CD"/>
    <w:rsid w:val="002058A9"/>
    <w:rsid w:val="00212173"/>
    <w:rsid w:val="00215223"/>
    <w:rsid w:val="00215CBC"/>
    <w:rsid w:val="00221005"/>
    <w:rsid w:val="00221EEF"/>
    <w:rsid w:val="002223FA"/>
    <w:rsid w:val="002227C8"/>
    <w:rsid w:val="00222A19"/>
    <w:rsid w:val="002239AC"/>
    <w:rsid w:val="00225ACB"/>
    <w:rsid w:val="00227746"/>
    <w:rsid w:val="00227A78"/>
    <w:rsid w:val="00232568"/>
    <w:rsid w:val="0023276D"/>
    <w:rsid w:val="00232DA9"/>
    <w:rsid w:val="002330B5"/>
    <w:rsid w:val="002334DC"/>
    <w:rsid w:val="002366A3"/>
    <w:rsid w:val="00236F14"/>
    <w:rsid w:val="002373CE"/>
    <w:rsid w:val="00237745"/>
    <w:rsid w:val="00237E9E"/>
    <w:rsid w:val="0024045D"/>
    <w:rsid w:val="00240850"/>
    <w:rsid w:val="00240CA2"/>
    <w:rsid w:val="00241A03"/>
    <w:rsid w:val="0024400B"/>
    <w:rsid w:val="002470E7"/>
    <w:rsid w:val="00247506"/>
    <w:rsid w:val="00250069"/>
    <w:rsid w:val="0025078A"/>
    <w:rsid w:val="002508C6"/>
    <w:rsid w:val="002511AF"/>
    <w:rsid w:val="0025136B"/>
    <w:rsid w:val="0025687D"/>
    <w:rsid w:val="00257476"/>
    <w:rsid w:val="002620F7"/>
    <w:rsid w:val="002634FB"/>
    <w:rsid w:val="00263B19"/>
    <w:rsid w:val="002642EC"/>
    <w:rsid w:val="002645B7"/>
    <w:rsid w:val="00264D17"/>
    <w:rsid w:val="00264D8D"/>
    <w:rsid w:val="00266496"/>
    <w:rsid w:val="00266A3E"/>
    <w:rsid w:val="00271DFD"/>
    <w:rsid w:val="002737AB"/>
    <w:rsid w:val="00274414"/>
    <w:rsid w:val="0027527B"/>
    <w:rsid w:val="00275B3F"/>
    <w:rsid w:val="00275DFC"/>
    <w:rsid w:val="00276A5C"/>
    <w:rsid w:val="002776AC"/>
    <w:rsid w:val="002808EB"/>
    <w:rsid w:val="0028207A"/>
    <w:rsid w:val="00283838"/>
    <w:rsid w:val="002847D3"/>
    <w:rsid w:val="00284F66"/>
    <w:rsid w:val="00285D04"/>
    <w:rsid w:val="0028670A"/>
    <w:rsid w:val="00293F50"/>
    <w:rsid w:val="002943D5"/>
    <w:rsid w:val="002952B3"/>
    <w:rsid w:val="00296C86"/>
    <w:rsid w:val="0029759D"/>
    <w:rsid w:val="002A0491"/>
    <w:rsid w:val="002A1086"/>
    <w:rsid w:val="002A327B"/>
    <w:rsid w:val="002A4112"/>
    <w:rsid w:val="002A55EF"/>
    <w:rsid w:val="002A5CEB"/>
    <w:rsid w:val="002A70D0"/>
    <w:rsid w:val="002A722B"/>
    <w:rsid w:val="002A7817"/>
    <w:rsid w:val="002B37A7"/>
    <w:rsid w:val="002B4D81"/>
    <w:rsid w:val="002B583D"/>
    <w:rsid w:val="002B5D3B"/>
    <w:rsid w:val="002B5D77"/>
    <w:rsid w:val="002C2B03"/>
    <w:rsid w:val="002C3DBA"/>
    <w:rsid w:val="002C4138"/>
    <w:rsid w:val="002C5712"/>
    <w:rsid w:val="002C6B1A"/>
    <w:rsid w:val="002C7767"/>
    <w:rsid w:val="002D0ECB"/>
    <w:rsid w:val="002D1D9F"/>
    <w:rsid w:val="002D219A"/>
    <w:rsid w:val="002D5C15"/>
    <w:rsid w:val="002D6A01"/>
    <w:rsid w:val="002D71DD"/>
    <w:rsid w:val="002D77E6"/>
    <w:rsid w:val="002E07B9"/>
    <w:rsid w:val="002E17C3"/>
    <w:rsid w:val="002E3703"/>
    <w:rsid w:val="002E46F3"/>
    <w:rsid w:val="002E47AF"/>
    <w:rsid w:val="002F2C41"/>
    <w:rsid w:val="003019D3"/>
    <w:rsid w:val="00302F05"/>
    <w:rsid w:val="00303885"/>
    <w:rsid w:val="003039FA"/>
    <w:rsid w:val="00307C59"/>
    <w:rsid w:val="0031080E"/>
    <w:rsid w:val="003119DF"/>
    <w:rsid w:val="003137F0"/>
    <w:rsid w:val="003152FB"/>
    <w:rsid w:val="003152FD"/>
    <w:rsid w:val="00320430"/>
    <w:rsid w:val="00322AF6"/>
    <w:rsid w:val="00324293"/>
    <w:rsid w:val="00324D3C"/>
    <w:rsid w:val="003273CB"/>
    <w:rsid w:val="00327471"/>
    <w:rsid w:val="00327898"/>
    <w:rsid w:val="00327F52"/>
    <w:rsid w:val="00330C4B"/>
    <w:rsid w:val="00330CF3"/>
    <w:rsid w:val="00331829"/>
    <w:rsid w:val="00335733"/>
    <w:rsid w:val="00335D83"/>
    <w:rsid w:val="00340D3E"/>
    <w:rsid w:val="00341767"/>
    <w:rsid w:val="00341941"/>
    <w:rsid w:val="00342746"/>
    <w:rsid w:val="003455CA"/>
    <w:rsid w:val="00346192"/>
    <w:rsid w:val="00346D52"/>
    <w:rsid w:val="003476CD"/>
    <w:rsid w:val="00352158"/>
    <w:rsid w:val="00353440"/>
    <w:rsid w:val="003538D0"/>
    <w:rsid w:val="003570C8"/>
    <w:rsid w:val="00357C64"/>
    <w:rsid w:val="00361FD7"/>
    <w:rsid w:val="00362E7F"/>
    <w:rsid w:val="00364657"/>
    <w:rsid w:val="003653E0"/>
    <w:rsid w:val="00366204"/>
    <w:rsid w:val="003669D4"/>
    <w:rsid w:val="0036715D"/>
    <w:rsid w:val="0036720F"/>
    <w:rsid w:val="0037027C"/>
    <w:rsid w:val="0037264F"/>
    <w:rsid w:val="00372CA8"/>
    <w:rsid w:val="00374473"/>
    <w:rsid w:val="00375B46"/>
    <w:rsid w:val="00375C18"/>
    <w:rsid w:val="003815CE"/>
    <w:rsid w:val="00384269"/>
    <w:rsid w:val="00384714"/>
    <w:rsid w:val="00386B01"/>
    <w:rsid w:val="00387B30"/>
    <w:rsid w:val="00390B71"/>
    <w:rsid w:val="003918A3"/>
    <w:rsid w:val="0039512D"/>
    <w:rsid w:val="003A00B6"/>
    <w:rsid w:val="003A1821"/>
    <w:rsid w:val="003A30EF"/>
    <w:rsid w:val="003A3482"/>
    <w:rsid w:val="003A46B8"/>
    <w:rsid w:val="003A501C"/>
    <w:rsid w:val="003A5235"/>
    <w:rsid w:val="003A61DF"/>
    <w:rsid w:val="003A6402"/>
    <w:rsid w:val="003A72BD"/>
    <w:rsid w:val="003B229E"/>
    <w:rsid w:val="003B2CD5"/>
    <w:rsid w:val="003B2F3F"/>
    <w:rsid w:val="003B5C91"/>
    <w:rsid w:val="003B6535"/>
    <w:rsid w:val="003C1082"/>
    <w:rsid w:val="003C16CE"/>
    <w:rsid w:val="003C1F26"/>
    <w:rsid w:val="003C39C3"/>
    <w:rsid w:val="003C6C5E"/>
    <w:rsid w:val="003C7673"/>
    <w:rsid w:val="003D053D"/>
    <w:rsid w:val="003D1734"/>
    <w:rsid w:val="003D3270"/>
    <w:rsid w:val="003D3445"/>
    <w:rsid w:val="003D38A6"/>
    <w:rsid w:val="003D3AD9"/>
    <w:rsid w:val="003D465C"/>
    <w:rsid w:val="003D5FD4"/>
    <w:rsid w:val="003D6B53"/>
    <w:rsid w:val="003D7A77"/>
    <w:rsid w:val="003E06E0"/>
    <w:rsid w:val="003E0882"/>
    <w:rsid w:val="003E0D3D"/>
    <w:rsid w:val="003E16D0"/>
    <w:rsid w:val="003E35B7"/>
    <w:rsid w:val="003E3799"/>
    <w:rsid w:val="003E39E4"/>
    <w:rsid w:val="003E4F9A"/>
    <w:rsid w:val="003F1AE4"/>
    <w:rsid w:val="003F35EA"/>
    <w:rsid w:val="003F36C1"/>
    <w:rsid w:val="003F5B87"/>
    <w:rsid w:val="00405F0B"/>
    <w:rsid w:val="00406F94"/>
    <w:rsid w:val="00411E6A"/>
    <w:rsid w:val="00414ABF"/>
    <w:rsid w:val="00414FA0"/>
    <w:rsid w:val="00415BA0"/>
    <w:rsid w:val="00420451"/>
    <w:rsid w:val="00420D18"/>
    <w:rsid w:val="004217AB"/>
    <w:rsid w:val="00421ABE"/>
    <w:rsid w:val="00421EBD"/>
    <w:rsid w:val="00422036"/>
    <w:rsid w:val="00425C4F"/>
    <w:rsid w:val="00425DDB"/>
    <w:rsid w:val="0042734B"/>
    <w:rsid w:val="00427C76"/>
    <w:rsid w:val="00430005"/>
    <w:rsid w:val="00430B04"/>
    <w:rsid w:val="00430F8A"/>
    <w:rsid w:val="004312C8"/>
    <w:rsid w:val="0043173E"/>
    <w:rsid w:val="00431A2F"/>
    <w:rsid w:val="004320D9"/>
    <w:rsid w:val="00432CFF"/>
    <w:rsid w:val="004331A0"/>
    <w:rsid w:val="00436A47"/>
    <w:rsid w:val="00437958"/>
    <w:rsid w:val="00440892"/>
    <w:rsid w:val="00440C93"/>
    <w:rsid w:val="00443FDF"/>
    <w:rsid w:val="00444248"/>
    <w:rsid w:val="004467F9"/>
    <w:rsid w:val="0044791A"/>
    <w:rsid w:val="00451A8E"/>
    <w:rsid w:val="00452A49"/>
    <w:rsid w:val="00453D15"/>
    <w:rsid w:val="00453E32"/>
    <w:rsid w:val="004541DD"/>
    <w:rsid w:val="00454BFA"/>
    <w:rsid w:val="0045536E"/>
    <w:rsid w:val="004564D9"/>
    <w:rsid w:val="00460EA7"/>
    <w:rsid w:val="00461ADB"/>
    <w:rsid w:val="00463C27"/>
    <w:rsid w:val="00463E27"/>
    <w:rsid w:val="00465D11"/>
    <w:rsid w:val="004662A2"/>
    <w:rsid w:val="00473654"/>
    <w:rsid w:val="0047435E"/>
    <w:rsid w:val="00475259"/>
    <w:rsid w:val="00475FD6"/>
    <w:rsid w:val="0047673D"/>
    <w:rsid w:val="00477130"/>
    <w:rsid w:val="00481A98"/>
    <w:rsid w:val="00481AD3"/>
    <w:rsid w:val="00482C80"/>
    <w:rsid w:val="004830A5"/>
    <w:rsid w:val="00487441"/>
    <w:rsid w:val="004879B0"/>
    <w:rsid w:val="004900FB"/>
    <w:rsid w:val="00490A95"/>
    <w:rsid w:val="00491A68"/>
    <w:rsid w:val="004932CF"/>
    <w:rsid w:val="0049606B"/>
    <w:rsid w:val="004A0809"/>
    <w:rsid w:val="004A16BC"/>
    <w:rsid w:val="004A16D2"/>
    <w:rsid w:val="004A713B"/>
    <w:rsid w:val="004A79B2"/>
    <w:rsid w:val="004A7D51"/>
    <w:rsid w:val="004B1D87"/>
    <w:rsid w:val="004B6250"/>
    <w:rsid w:val="004B7026"/>
    <w:rsid w:val="004B7B04"/>
    <w:rsid w:val="004C00F2"/>
    <w:rsid w:val="004C0CFD"/>
    <w:rsid w:val="004C0E7D"/>
    <w:rsid w:val="004C10C7"/>
    <w:rsid w:val="004C24B7"/>
    <w:rsid w:val="004C39EA"/>
    <w:rsid w:val="004C42EE"/>
    <w:rsid w:val="004D17EF"/>
    <w:rsid w:val="004D1DA6"/>
    <w:rsid w:val="004D295E"/>
    <w:rsid w:val="004D3FF7"/>
    <w:rsid w:val="004D5AA2"/>
    <w:rsid w:val="004E003D"/>
    <w:rsid w:val="004E0749"/>
    <w:rsid w:val="004E3802"/>
    <w:rsid w:val="004E449B"/>
    <w:rsid w:val="004E5622"/>
    <w:rsid w:val="004E5FEE"/>
    <w:rsid w:val="004E6121"/>
    <w:rsid w:val="004F2EB6"/>
    <w:rsid w:val="004F31E9"/>
    <w:rsid w:val="004F3A97"/>
    <w:rsid w:val="004F62E4"/>
    <w:rsid w:val="004F7CA5"/>
    <w:rsid w:val="0050030A"/>
    <w:rsid w:val="005016B9"/>
    <w:rsid w:val="00506A3D"/>
    <w:rsid w:val="00507EDC"/>
    <w:rsid w:val="00511363"/>
    <w:rsid w:val="0051162E"/>
    <w:rsid w:val="0051166B"/>
    <w:rsid w:val="005117D2"/>
    <w:rsid w:val="00512E7E"/>
    <w:rsid w:val="00521812"/>
    <w:rsid w:val="0052220D"/>
    <w:rsid w:val="0052249B"/>
    <w:rsid w:val="005224E9"/>
    <w:rsid w:val="00522586"/>
    <w:rsid w:val="0052265E"/>
    <w:rsid w:val="00522CA8"/>
    <w:rsid w:val="00522D70"/>
    <w:rsid w:val="005242D7"/>
    <w:rsid w:val="00524FA0"/>
    <w:rsid w:val="0052501F"/>
    <w:rsid w:val="00526071"/>
    <w:rsid w:val="00526BE4"/>
    <w:rsid w:val="00531C42"/>
    <w:rsid w:val="00532642"/>
    <w:rsid w:val="00533CAE"/>
    <w:rsid w:val="00533E21"/>
    <w:rsid w:val="0053641E"/>
    <w:rsid w:val="00537CFF"/>
    <w:rsid w:val="00540725"/>
    <w:rsid w:val="00540FF4"/>
    <w:rsid w:val="005425E4"/>
    <w:rsid w:val="00542E7B"/>
    <w:rsid w:val="00542F88"/>
    <w:rsid w:val="005436E8"/>
    <w:rsid w:val="005437E8"/>
    <w:rsid w:val="00544E0A"/>
    <w:rsid w:val="00546462"/>
    <w:rsid w:val="0054668A"/>
    <w:rsid w:val="005503AD"/>
    <w:rsid w:val="00550EF9"/>
    <w:rsid w:val="00552166"/>
    <w:rsid w:val="00553FC3"/>
    <w:rsid w:val="0055785E"/>
    <w:rsid w:val="00560349"/>
    <w:rsid w:val="00561EAE"/>
    <w:rsid w:val="00562B12"/>
    <w:rsid w:val="00564706"/>
    <w:rsid w:val="005655C1"/>
    <w:rsid w:val="00566AAC"/>
    <w:rsid w:val="00567B91"/>
    <w:rsid w:val="00573C12"/>
    <w:rsid w:val="00573FCB"/>
    <w:rsid w:val="00574B21"/>
    <w:rsid w:val="00576899"/>
    <w:rsid w:val="00576C62"/>
    <w:rsid w:val="00577A0B"/>
    <w:rsid w:val="00577A70"/>
    <w:rsid w:val="005807ED"/>
    <w:rsid w:val="0058121C"/>
    <w:rsid w:val="00582986"/>
    <w:rsid w:val="00584733"/>
    <w:rsid w:val="00584A4C"/>
    <w:rsid w:val="005868EF"/>
    <w:rsid w:val="00590113"/>
    <w:rsid w:val="00590206"/>
    <w:rsid w:val="00590CFC"/>
    <w:rsid w:val="005917A0"/>
    <w:rsid w:val="00591BA7"/>
    <w:rsid w:val="00592770"/>
    <w:rsid w:val="00594AB9"/>
    <w:rsid w:val="00595B3C"/>
    <w:rsid w:val="005973F5"/>
    <w:rsid w:val="00597F04"/>
    <w:rsid w:val="005A0FC1"/>
    <w:rsid w:val="005A3705"/>
    <w:rsid w:val="005A42AA"/>
    <w:rsid w:val="005A4FE7"/>
    <w:rsid w:val="005A62AF"/>
    <w:rsid w:val="005A6619"/>
    <w:rsid w:val="005A6E9D"/>
    <w:rsid w:val="005A71AA"/>
    <w:rsid w:val="005B34F2"/>
    <w:rsid w:val="005B39AE"/>
    <w:rsid w:val="005B4097"/>
    <w:rsid w:val="005B418C"/>
    <w:rsid w:val="005B4A08"/>
    <w:rsid w:val="005B4F4F"/>
    <w:rsid w:val="005B5C91"/>
    <w:rsid w:val="005B6AD0"/>
    <w:rsid w:val="005B7E63"/>
    <w:rsid w:val="005C30D1"/>
    <w:rsid w:val="005C34C4"/>
    <w:rsid w:val="005C3CF9"/>
    <w:rsid w:val="005C6826"/>
    <w:rsid w:val="005C6ADC"/>
    <w:rsid w:val="005C6D25"/>
    <w:rsid w:val="005C770F"/>
    <w:rsid w:val="005D00FE"/>
    <w:rsid w:val="005D024F"/>
    <w:rsid w:val="005D0533"/>
    <w:rsid w:val="005D19D3"/>
    <w:rsid w:val="005D54AA"/>
    <w:rsid w:val="005D627C"/>
    <w:rsid w:val="005D7B53"/>
    <w:rsid w:val="005E0282"/>
    <w:rsid w:val="005E3905"/>
    <w:rsid w:val="005E394C"/>
    <w:rsid w:val="005E4C4E"/>
    <w:rsid w:val="005E4E42"/>
    <w:rsid w:val="005E5C88"/>
    <w:rsid w:val="005E6183"/>
    <w:rsid w:val="005E7727"/>
    <w:rsid w:val="005F0A89"/>
    <w:rsid w:val="005F2180"/>
    <w:rsid w:val="005F26A1"/>
    <w:rsid w:val="005F275D"/>
    <w:rsid w:val="005F325A"/>
    <w:rsid w:val="005F4D65"/>
    <w:rsid w:val="005F5495"/>
    <w:rsid w:val="00602F24"/>
    <w:rsid w:val="006030D5"/>
    <w:rsid w:val="00603D3E"/>
    <w:rsid w:val="0060605B"/>
    <w:rsid w:val="00607DB4"/>
    <w:rsid w:val="0061180B"/>
    <w:rsid w:val="00613607"/>
    <w:rsid w:val="0061543F"/>
    <w:rsid w:val="006163A6"/>
    <w:rsid w:val="00616954"/>
    <w:rsid w:val="00620F7F"/>
    <w:rsid w:val="00621A5D"/>
    <w:rsid w:val="00622A09"/>
    <w:rsid w:val="006273DC"/>
    <w:rsid w:val="006275B5"/>
    <w:rsid w:val="006317A5"/>
    <w:rsid w:val="00631954"/>
    <w:rsid w:val="006323DF"/>
    <w:rsid w:val="00632CFA"/>
    <w:rsid w:val="00632ED1"/>
    <w:rsid w:val="00633D6A"/>
    <w:rsid w:val="006343BF"/>
    <w:rsid w:val="0063493F"/>
    <w:rsid w:val="006379A0"/>
    <w:rsid w:val="006401F8"/>
    <w:rsid w:val="0064034C"/>
    <w:rsid w:val="00640967"/>
    <w:rsid w:val="00641AA2"/>
    <w:rsid w:val="006421AD"/>
    <w:rsid w:val="0064239C"/>
    <w:rsid w:val="00642B8C"/>
    <w:rsid w:val="0064327A"/>
    <w:rsid w:val="00643DAB"/>
    <w:rsid w:val="0064430B"/>
    <w:rsid w:val="0064574D"/>
    <w:rsid w:val="00645860"/>
    <w:rsid w:val="00645D49"/>
    <w:rsid w:val="00647940"/>
    <w:rsid w:val="00651E91"/>
    <w:rsid w:val="006529B1"/>
    <w:rsid w:val="00653AA9"/>
    <w:rsid w:val="00653EEF"/>
    <w:rsid w:val="006554C7"/>
    <w:rsid w:val="00655947"/>
    <w:rsid w:val="00655C6D"/>
    <w:rsid w:val="006565FE"/>
    <w:rsid w:val="0065670A"/>
    <w:rsid w:val="00661C97"/>
    <w:rsid w:val="00662629"/>
    <w:rsid w:val="00663336"/>
    <w:rsid w:val="00663398"/>
    <w:rsid w:val="00664414"/>
    <w:rsid w:val="00665B6C"/>
    <w:rsid w:val="00666B18"/>
    <w:rsid w:val="00667CC2"/>
    <w:rsid w:val="00670521"/>
    <w:rsid w:val="00673BE0"/>
    <w:rsid w:val="006742A3"/>
    <w:rsid w:val="00675E31"/>
    <w:rsid w:val="00675FE7"/>
    <w:rsid w:val="00676360"/>
    <w:rsid w:val="00676F33"/>
    <w:rsid w:val="00683DFD"/>
    <w:rsid w:val="00684387"/>
    <w:rsid w:val="006846F1"/>
    <w:rsid w:val="0068668F"/>
    <w:rsid w:val="00692F80"/>
    <w:rsid w:val="00694112"/>
    <w:rsid w:val="00694400"/>
    <w:rsid w:val="006951DF"/>
    <w:rsid w:val="006953AA"/>
    <w:rsid w:val="006A07D6"/>
    <w:rsid w:val="006A1D27"/>
    <w:rsid w:val="006A3724"/>
    <w:rsid w:val="006A3BC5"/>
    <w:rsid w:val="006A67A3"/>
    <w:rsid w:val="006A6A2A"/>
    <w:rsid w:val="006A6BBD"/>
    <w:rsid w:val="006A774F"/>
    <w:rsid w:val="006B185C"/>
    <w:rsid w:val="006B1958"/>
    <w:rsid w:val="006B19E4"/>
    <w:rsid w:val="006B1CDD"/>
    <w:rsid w:val="006B1F89"/>
    <w:rsid w:val="006B212F"/>
    <w:rsid w:val="006B2881"/>
    <w:rsid w:val="006B3123"/>
    <w:rsid w:val="006B6DC9"/>
    <w:rsid w:val="006B7451"/>
    <w:rsid w:val="006C017A"/>
    <w:rsid w:val="006C0FF6"/>
    <w:rsid w:val="006C1482"/>
    <w:rsid w:val="006C3E0A"/>
    <w:rsid w:val="006C68F6"/>
    <w:rsid w:val="006C692F"/>
    <w:rsid w:val="006D23DD"/>
    <w:rsid w:val="006D2A4A"/>
    <w:rsid w:val="006D400A"/>
    <w:rsid w:val="006D426D"/>
    <w:rsid w:val="006D473D"/>
    <w:rsid w:val="006D57D5"/>
    <w:rsid w:val="006E0DE4"/>
    <w:rsid w:val="006E2BD2"/>
    <w:rsid w:val="006E43EF"/>
    <w:rsid w:val="006E4613"/>
    <w:rsid w:val="006E735E"/>
    <w:rsid w:val="006F1E45"/>
    <w:rsid w:val="006F4A16"/>
    <w:rsid w:val="006F66A2"/>
    <w:rsid w:val="006F765A"/>
    <w:rsid w:val="00700D16"/>
    <w:rsid w:val="00702C59"/>
    <w:rsid w:val="00705433"/>
    <w:rsid w:val="00705FFF"/>
    <w:rsid w:val="00707BD8"/>
    <w:rsid w:val="0071069E"/>
    <w:rsid w:val="00712BD7"/>
    <w:rsid w:val="00715FC0"/>
    <w:rsid w:val="0071649E"/>
    <w:rsid w:val="00721D70"/>
    <w:rsid w:val="007221F7"/>
    <w:rsid w:val="007232D6"/>
    <w:rsid w:val="007236E4"/>
    <w:rsid w:val="007247E3"/>
    <w:rsid w:val="00726F37"/>
    <w:rsid w:val="00726FFD"/>
    <w:rsid w:val="00727952"/>
    <w:rsid w:val="00730FCD"/>
    <w:rsid w:val="00731085"/>
    <w:rsid w:val="00734A7E"/>
    <w:rsid w:val="007350D6"/>
    <w:rsid w:val="00737ADE"/>
    <w:rsid w:val="007402A3"/>
    <w:rsid w:val="007409C5"/>
    <w:rsid w:val="00741BE5"/>
    <w:rsid w:val="00742167"/>
    <w:rsid w:val="00742AE5"/>
    <w:rsid w:val="00745BF6"/>
    <w:rsid w:val="00746D7E"/>
    <w:rsid w:val="00747271"/>
    <w:rsid w:val="007513A5"/>
    <w:rsid w:val="00751E96"/>
    <w:rsid w:val="00752817"/>
    <w:rsid w:val="0075300F"/>
    <w:rsid w:val="00753229"/>
    <w:rsid w:val="00754E3C"/>
    <w:rsid w:val="00757F51"/>
    <w:rsid w:val="007600A9"/>
    <w:rsid w:val="0076012F"/>
    <w:rsid w:val="007605F2"/>
    <w:rsid w:val="007605FE"/>
    <w:rsid w:val="00760607"/>
    <w:rsid w:val="00762C1B"/>
    <w:rsid w:val="0076332A"/>
    <w:rsid w:val="007641A2"/>
    <w:rsid w:val="007669EA"/>
    <w:rsid w:val="00766E8B"/>
    <w:rsid w:val="00770F27"/>
    <w:rsid w:val="00771359"/>
    <w:rsid w:val="007745B8"/>
    <w:rsid w:val="0078001A"/>
    <w:rsid w:val="00784224"/>
    <w:rsid w:val="0078501E"/>
    <w:rsid w:val="007859F7"/>
    <w:rsid w:val="0078631C"/>
    <w:rsid w:val="00786C81"/>
    <w:rsid w:val="0078763C"/>
    <w:rsid w:val="007900BA"/>
    <w:rsid w:val="00791150"/>
    <w:rsid w:val="0079121A"/>
    <w:rsid w:val="007920E8"/>
    <w:rsid w:val="00793194"/>
    <w:rsid w:val="00793D93"/>
    <w:rsid w:val="00794045"/>
    <w:rsid w:val="0079425E"/>
    <w:rsid w:val="00796363"/>
    <w:rsid w:val="00796542"/>
    <w:rsid w:val="00797EC4"/>
    <w:rsid w:val="007A2926"/>
    <w:rsid w:val="007A3796"/>
    <w:rsid w:val="007A383B"/>
    <w:rsid w:val="007A3D3F"/>
    <w:rsid w:val="007A520B"/>
    <w:rsid w:val="007A55F2"/>
    <w:rsid w:val="007A5BAA"/>
    <w:rsid w:val="007B00B9"/>
    <w:rsid w:val="007B0C05"/>
    <w:rsid w:val="007B0EE1"/>
    <w:rsid w:val="007B1AE6"/>
    <w:rsid w:val="007B3381"/>
    <w:rsid w:val="007B43A9"/>
    <w:rsid w:val="007B6ACA"/>
    <w:rsid w:val="007C00DF"/>
    <w:rsid w:val="007C2B9D"/>
    <w:rsid w:val="007C37CD"/>
    <w:rsid w:val="007C3D3E"/>
    <w:rsid w:val="007C41DC"/>
    <w:rsid w:val="007C553B"/>
    <w:rsid w:val="007C62AE"/>
    <w:rsid w:val="007C67A7"/>
    <w:rsid w:val="007D17D4"/>
    <w:rsid w:val="007D2E42"/>
    <w:rsid w:val="007D4397"/>
    <w:rsid w:val="007D4C74"/>
    <w:rsid w:val="007D61E1"/>
    <w:rsid w:val="007D70C4"/>
    <w:rsid w:val="007E0226"/>
    <w:rsid w:val="007E1FD1"/>
    <w:rsid w:val="007E3226"/>
    <w:rsid w:val="007E4CAA"/>
    <w:rsid w:val="007E4CEB"/>
    <w:rsid w:val="007E526B"/>
    <w:rsid w:val="007E6E8A"/>
    <w:rsid w:val="007E74E5"/>
    <w:rsid w:val="007F0365"/>
    <w:rsid w:val="007F1BDA"/>
    <w:rsid w:val="007F1EDC"/>
    <w:rsid w:val="007F32D7"/>
    <w:rsid w:val="007F4522"/>
    <w:rsid w:val="007F5678"/>
    <w:rsid w:val="007F67CE"/>
    <w:rsid w:val="007F691D"/>
    <w:rsid w:val="007F6DCC"/>
    <w:rsid w:val="008004AA"/>
    <w:rsid w:val="0080051F"/>
    <w:rsid w:val="008017CD"/>
    <w:rsid w:val="00803733"/>
    <w:rsid w:val="008040FE"/>
    <w:rsid w:val="0080439E"/>
    <w:rsid w:val="008057C5"/>
    <w:rsid w:val="00807C73"/>
    <w:rsid w:val="00811621"/>
    <w:rsid w:val="0081473F"/>
    <w:rsid w:val="00814A71"/>
    <w:rsid w:val="00814E3B"/>
    <w:rsid w:val="00814F8D"/>
    <w:rsid w:val="0081657F"/>
    <w:rsid w:val="00817F60"/>
    <w:rsid w:val="00821565"/>
    <w:rsid w:val="0082245C"/>
    <w:rsid w:val="008228DA"/>
    <w:rsid w:val="0082339B"/>
    <w:rsid w:val="0082383E"/>
    <w:rsid w:val="008241C5"/>
    <w:rsid w:val="008260E5"/>
    <w:rsid w:val="00826B15"/>
    <w:rsid w:val="00827801"/>
    <w:rsid w:val="00827886"/>
    <w:rsid w:val="0083179F"/>
    <w:rsid w:val="0083334E"/>
    <w:rsid w:val="00837AE6"/>
    <w:rsid w:val="00841A21"/>
    <w:rsid w:val="00846B07"/>
    <w:rsid w:val="008474D2"/>
    <w:rsid w:val="008501A7"/>
    <w:rsid w:val="00852217"/>
    <w:rsid w:val="00852473"/>
    <w:rsid w:val="008539F4"/>
    <w:rsid w:val="00853CDC"/>
    <w:rsid w:val="0085419C"/>
    <w:rsid w:val="00855442"/>
    <w:rsid w:val="00855D28"/>
    <w:rsid w:val="008564E3"/>
    <w:rsid w:val="0086502B"/>
    <w:rsid w:val="00867D96"/>
    <w:rsid w:val="00867FE0"/>
    <w:rsid w:val="00871E77"/>
    <w:rsid w:val="00873DF3"/>
    <w:rsid w:val="008742C4"/>
    <w:rsid w:val="00874983"/>
    <w:rsid w:val="00875E32"/>
    <w:rsid w:val="00876531"/>
    <w:rsid w:val="008778F9"/>
    <w:rsid w:val="00881744"/>
    <w:rsid w:val="00884813"/>
    <w:rsid w:val="00885FF3"/>
    <w:rsid w:val="0089059A"/>
    <w:rsid w:val="00891544"/>
    <w:rsid w:val="00891C86"/>
    <w:rsid w:val="00892D6B"/>
    <w:rsid w:val="008936D3"/>
    <w:rsid w:val="00894D28"/>
    <w:rsid w:val="00894FA8"/>
    <w:rsid w:val="00895145"/>
    <w:rsid w:val="00895B1A"/>
    <w:rsid w:val="008A06C2"/>
    <w:rsid w:val="008A190F"/>
    <w:rsid w:val="008A3571"/>
    <w:rsid w:val="008A4B3F"/>
    <w:rsid w:val="008A69D4"/>
    <w:rsid w:val="008A6D78"/>
    <w:rsid w:val="008A7593"/>
    <w:rsid w:val="008A7C01"/>
    <w:rsid w:val="008A7E96"/>
    <w:rsid w:val="008B372C"/>
    <w:rsid w:val="008B39F9"/>
    <w:rsid w:val="008B42A4"/>
    <w:rsid w:val="008B42CD"/>
    <w:rsid w:val="008B5EF3"/>
    <w:rsid w:val="008B6CA8"/>
    <w:rsid w:val="008B7655"/>
    <w:rsid w:val="008B78A2"/>
    <w:rsid w:val="008B78B5"/>
    <w:rsid w:val="008C0231"/>
    <w:rsid w:val="008C055C"/>
    <w:rsid w:val="008C16B3"/>
    <w:rsid w:val="008C427B"/>
    <w:rsid w:val="008C42A1"/>
    <w:rsid w:val="008C72ED"/>
    <w:rsid w:val="008D0102"/>
    <w:rsid w:val="008D3707"/>
    <w:rsid w:val="008D4F20"/>
    <w:rsid w:val="008D5CDA"/>
    <w:rsid w:val="008D6F57"/>
    <w:rsid w:val="008E003B"/>
    <w:rsid w:val="008E1C27"/>
    <w:rsid w:val="008E3834"/>
    <w:rsid w:val="008E3FCF"/>
    <w:rsid w:val="008E4F6A"/>
    <w:rsid w:val="008E5EC3"/>
    <w:rsid w:val="008E60FF"/>
    <w:rsid w:val="008F0E3B"/>
    <w:rsid w:val="008F1427"/>
    <w:rsid w:val="008F20E0"/>
    <w:rsid w:val="008F2CF8"/>
    <w:rsid w:val="008F4CD9"/>
    <w:rsid w:val="008F4E1D"/>
    <w:rsid w:val="008F6BB6"/>
    <w:rsid w:val="0090079B"/>
    <w:rsid w:val="00900DA4"/>
    <w:rsid w:val="00903CD2"/>
    <w:rsid w:val="009040A9"/>
    <w:rsid w:val="00904A5B"/>
    <w:rsid w:val="009100BB"/>
    <w:rsid w:val="00910F8B"/>
    <w:rsid w:val="0091143C"/>
    <w:rsid w:val="00911A52"/>
    <w:rsid w:val="009171E1"/>
    <w:rsid w:val="009205D6"/>
    <w:rsid w:val="00921E82"/>
    <w:rsid w:val="009225BF"/>
    <w:rsid w:val="00922D6A"/>
    <w:rsid w:val="00923DBB"/>
    <w:rsid w:val="0092765D"/>
    <w:rsid w:val="00930836"/>
    <w:rsid w:val="00931C68"/>
    <w:rsid w:val="00931E96"/>
    <w:rsid w:val="00934272"/>
    <w:rsid w:val="009343D0"/>
    <w:rsid w:val="00935BBC"/>
    <w:rsid w:val="00935D72"/>
    <w:rsid w:val="009365F4"/>
    <w:rsid w:val="00936EB5"/>
    <w:rsid w:val="00937F12"/>
    <w:rsid w:val="0094151B"/>
    <w:rsid w:val="00944313"/>
    <w:rsid w:val="009444D1"/>
    <w:rsid w:val="009454FA"/>
    <w:rsid w:val="00945AD8"/>
    <w:rsid w:val="00945FC0"/>
    <w:rsid w:val="0094687B"/>
    <w:rsid w:val="00946C29"/>
    <w:rsid w:val="00946D90"/>
    <w:rsid w:val="009504ED"/>
    <w:rsid w:val="00955F98"/>
    <w:rsid w:val="00956CBA"/>
    <w:rsid w:val="009573D5"/>
    <w:rsid w:val="009579CE"/>
    <w:rsid w:val="00963F58"/>
    <w:rsid w:val="00966A61"/>
    <w:rsid w:val="00970025"/>
    <w:rsid w:val="009729BE"/>
    <w:rsid w:val="00972E45"/>
    <w:rsid w:val="00973F2A"/>
    <w:rsid w:val="00974664"/>
    <w:rsid w:val="00975750"/>
    <w:rsid w:val="009759C1"/>
    <w:rsid w:val="00975D77"/>
    <w:rsid w:val="009761F4"/>
    <w:rsid w:val="009812E5"/>
    <w:rsid w:val="0098213F"/>
    <w:rsid w:val="00983364"/>
    <w:rsid w:val="00983C4B"/>
    <w:rsid w:val="0098474E"/>
    <w:rsid w:val="00984E2F"/>
    <w:rsid w:val="00985F3F"/>
    <w:rsid w:val="00986505"/>
    <w:rsid w:val="00986BAF"/>
    <w:rsid w:val="0099258D"/>
    <w:rsid w:val="00992594"/>
    <w:rsid w:val="009944C2"/>
    <w:rsid w:val="00995ABE"/>
    <w:rsid w:val="009A3D06"/>
    <w:rsid w:val="009A7B7A"/>
    <w:rsid w:val="009B04FA"/>
    <w:rsid w:val="009B0544"/>
    <w:rsid w:val="009B0947"/>
    <w:rsid w:val="009B3444"/>
    <w:rsid w:val="009B425A"/>
    <w:rsid w:val="009B5FD9"/>
    <w:rsid w:val="009B650C"/>
    <w:rsid w:val="009C4F75"/>
    <w:rsid w:val="009C517F"/>
    <w:rsid w:val="009C6062"/>
    <w:rsid w:val="009C7791"/>
    <w:rsid w:val="009D0399"/>
    <w:rsid w:val="009D0908"/>
    <w:rsid w:val="009D430D"/>
    <w:rsid w:val="009D44DF"/>
    <w:rsid w:val="009D4E5B"/>
    <w:rsid w:val="009E0119"/>
    <w:rsid w:val="009E024C"/>
    <w:rsid w:val="009E02BC"/>
    <w:rsid w:val="009E0E69"/>
    <w:rsid w:val="009E0FF2"/>
    <w:rsid w:val="009E1DB1"/>
    <w:rsid w:val="009E1F3C"/>
    <w:rsid w:val="009E1F93"/>
    <w:rsid w:val="009E3654"/>
    <w:rsid w:val="009E5552"/>
    <w:rsid w:val="009E59F3"/>
    <w:rsid w:val="009E6A94"/>
    <w:rsid w:val="009E7057"/>
    <w:rsid w:val="009E7F57"/>
    <w:rsid w:val="009F09CB"/>
    <w:rsid w:val="009F12FC"/>
    <w:rsid w:val="009F65EB"/>
    <w:rsid w:val="009F6F9A"/>
    <w:rsid w:val="009F7D28"/>
    <w:rsid w:val="00A03299"/>
    <w:rsid w:val="00A04266"/>
    <w:rsid w:val="00A075DC"/>
    <w:rsid w:val="00A10F52"/>
    <w:rsid w:val="00A118A5"/>
    <w:rsid w:val="00A12BFC"/>
    <w:rsid w:val="00A1312D"/>
    <w:rsid w:val="00A133B5"/>
    <w:rsid w:val="00A1639C"/>
    <w:rsid w:val="00A17E6B"/>
    <w:rsid w:val="00A22690"/>
    <w:rsid w:val="00A240BF"/>
    <w:rsid w:val="00A2733E"/>
    <w:rsid w:val="00A3345C"/>
    <w:rsid w:val="00A339C1"/>
    <w:rsid w:val="00A33DBE"/>
    <w:rsid w:val="00A35580"/>
    <w:rsid w:val="00A358EC"/>
    <w:rsid w:val="00A35CD2"/>
    <w:rsid w:val="00A371CD"/>
    <w:rsid w:val="00A37817"/>
    <w:rsid w:val="00A4031F"/>
    <w:rsid w:val="00A40AB2"/>
    <w:rsid w:val="00A412DA"/>
    <w:rsid w:val="00A41594"/>
    <w:rsid w:val="00A42228"/>
    <w:rsid w:val="00A42E2E"/>
    <w:rsid w:val="00A43266"/>
    <w:rsid w:val="00A43C38"/>
    <w:rsid w:val="00A46C41"/>
    <w:rsid w:val="00A50886"/>
    <w:rsid w:val="00A52855"/>
    <w:rsid w:val="00A52BEC"/>
    <w:rsid w:val="00A52C00"/>
    <w:rsid w:val="00A53083"/>
    <w:rsid w:val="00A5320F"/>
    <w:rsid w:val="00A536EA"/>
    <w:rsid w:val="00A5562C"/>
    <w:rsid w:val="00A60BED"/>
    <w:rsid w:val="00A64D31"/>
    <w:rsid w:val="00A72F3C"/>
    <w:rsid w:val="00A731A9"/>
    <w:rsid w:val="00A764B6"/>
    <w:rsid w:val="00A76724"/>
    <w:rsid w:val="00A772D7"/>
    <w:rsid w:val="00A778D9"/>
    <w:rsid w:val="00A77CDB"/>
    <w:rsid w:val="00A80380"/>
    <w:rsid w:val="00A8124C"/>
    <w:rsid w:val="00A8232F"/>
    <w:rsid w:val="00A82DD7"/>
    <w:rsid w:val="00A84D45"/>
    <w:rsid w:val="00A855D5"/>
    <w:rsid w:val="00A8732E"/>
    <w:rsid w:val="00A90545"/>
    <w:rsid w:val="00A9221E"/>
    <w:rsid w:val="00A92661"/>
    <w:rsid w:val="00A9592E"/>
    <w:rsid w:val="00A96AE0"/>
    <w:rsid w:val="00A96D2C"/>
    <w:rsid w:val="00A97292"/>
    <w:rsid w:val="00A9734F"/>
    <w:rsid w:val="00A97E91"/>
    <w:rsid w:val="00AA1160"/>
    <w:rsid w:val="00AA319E"/>
    <w:rsid w:val="00AA3451"/>
    <w:rsid w:val="00AA3DD6"/>
    <w:rsid w:val="00AA4869"/>
    <w:rsid w:val="00AA5C8F"/>
    <w:rsid w:val="00AB098C"/>
    <w:rsid w:val="00AB0CCF"/>
    <w:rsid w:val="00AB2B6C"/>
    <w:rsid w:val="00AB3016"/>
    <w:rsid w:val="00AB51CD"/>
    <w:rsid w:val="00AB524B"/>
    <w:rsid w:val="00AC07A4"/>
    <w:rsid w:val="00AC0DB5"/>
    <w:rsid w:val="00AC5223"/>
    <w:rsid w:val="00AC6311"/>
    <w:rsid w:val="00AD039D"/>
    <w:rsid w:val="00AD0DCD"/>
    <w:rsid w:val="00AD14DB"/>
    <w:rsid w:val="00AD2994"/>
    <w:rsid w:val="00AD418B"/>
    <w:rsid w:val="00AD5C26"/>
    <w:rsid w:val="00AE0926"/>
    <w:rsid w:val="00AE1DA0"/>
    <w:rsid w:val="00AE253B"/>
    <w:rsid w:val="00AE3802"/>
    <w:rsid w:val="00AF020C"/>
    <w:rsid w:val="00AF1E03"/>
    <w:rsid w:val="00AF327B"/>
    <w:rsid w:val="00AF3C4D"/>
    <w:rsid w:val="00AF4918"/>
    <w:rsid w:val="00AF6123"/>
    <w:rsid w:val="00AF67D1"/>
    <w:rsid w:val="00B0078F"/>
    <w:rsid w:val="00B06103"/>
    <w:rsid w:val="00B07B51"/>
    <w:rsid w:val="00B10694"/>
    <w:rsid w:val="00B11D44"/>
    <w:rsid w:val="00B1261E"/>
    <w:rsid w:val="00B12952"/>
    <w:rsid w:val="00B13B02"/>
    <w:rsid w:val="00B146A8"/>
    <w:rsid w:val="00B14FCA"/>
    <w:rsid w:val="00B159FF"/>
    <w:rsid w:val="00B15AB3"/>
    <w:rsid w:val="00B15B4B"/>
    <w:rsid w:val="00B15B50"/>
    <w:rsid w:val="00B17F4E"/>
    <w:rsid w:val="00B20E75"/>
    <w:rsid w:val="00B21C70"/>
    <w:rsid w:val="00B22D4B"/>
    <w:rsid w:val="00B232A9"/>
    <w:rsid w:val="00B23345"/>
    <w:rsid w:val="00B308D0"/>
    <w:rsid w:val="00B30F51"/>
    <w:rsid w:val="00B312A5"/>
    <w:rsid w:val="00B31DB0"/>
    <w:rsid w:val="00B32DB5"/>
    <w:rsid w:val="00B32E4C"/>
    <w:rsid w:val="00B3363D"/>
    <w:rsid w:val="00B3390A"/>
    <w:rsid w:val="00B33BBF"/>
    <w:rsid w:val="00B33FFE"/>
    <w:rsid w:val="00B366A6"/>
    <w:rsid w:val="00B37D43"/>
    <w:rsid w:val="00B40AC2"/>
    <w:rsid w:val="00B40F2F"/>
    <w:rsid w:val="00B43791"/>
    <w:rsid w:val="00B45090"/>
    <w:rsid w:val="00B4514C"/>
    <w:rsid w:val="00B451DF"/>
    <w:rsid w:val="00B51C7F"/>
    <w:rsid w:val="00B52C29"/>
    <w:rsid w:val="00B52FF4"/>
    <w:rsid w:val="00B53B93"/>
    <w:rsid w:val="00B54B41"/>
    <w:rsid w:val="00B5649A"/>
    <w:rsid w:val="00B56BF4"/>
    <w:rsid w:val="00B56F26"/>
    <w:rsid w:val="00B6143F"/>
    <w:rsid w:val="00B618AA"/>
    <w:rsid w:val="00B627F4"/>
    <w:rsid w:val="00B63D57"/>
    <w:rsid w:val="00B671DB"/>
    <w:rsid w:val="00B70DA4"/>
    <w:rsid w:val="00B71403"/>
    <w:rsid w:val="00B727A6"/>
    <w:rsid w:val="00B727B8"/>
    <w:rsid w:val="00B73103"/>
    <w:rsid w:val="00B73EE2"/>
    <w:rsid w:val="00B744B5"/>
    <w:rsid w:val="00B7470D"/>
    <w:rsid w:val="00B74ECE"/>
    <w:rsid w:val="00B74FFA"/>
    <w:rsid w:val="00B75DD5"/>
    <w:rsid w:val="00B75E3A"/>
    <w:rsid w:val="00B75ED1"/>
    <w:rsid w:val="00B77200"/>
    <w:rsid w:val="00B8045E"/>
    <w:rsid w:val="00B80689"/>
    <w:rsid w:val="00B811AF"/>
    <w:rsid w:val="00B83EB7"/>
    <w:rsid w:val="00B84FCB"/>
    <w:rsid w:val="00B85601"/>
    <w:rsid w:val="00B86817"/>
    <w:rsid w:val="00B90F10"/>
    <w:rsid w:val="00B9561A"/>
    <w:rsid w:val="00B958E9"/>
    <w:rsid w:val="00B960D1"/>
    <w:rsid w:val="00B966A2"/>
    <w:rsid w:val="00B969E4"/>
    <w:rsid w:val="00B96ABF"/>
    <w:rsid w:val="00B96AF0"/>
    <w:rsid w:val="00B9745A"/>
    <w:rsid w:val="00BA0FEB"/>
    <w:rsid w:val="00BA167B"/>
    <w:rsid w:val="00BA18FF"/>
    <w:rsid w:val="00BA2993"/>
    <w:rsid w:val="00BA3B0A"/>
    <w:rsid w:val="00BA43BF"/>
    <w:rsid w:val="00BA4678"/>
    <w:rsid w:val="00BA4979"/>
    <w:rsid w:val="00BA5E44"/>
    <w:rsid w:val="00BA620E"/>
    <w:rsid w:val="00BA6E1E"/>
    <w:rsid w:val="00BB141F"/>
    <w:rsid w:val="00BB3DCA"/>
    <w:rsid w:val="00BB611C"/>
    <w:rsid w:val="00BB7B07"/>
    <w:rsid w:val="00BC1E84"/>
    <w:rsid w:val="00BC2664"/>
    <w:rsid w:val="00BC2869"/>
    <w:rsid w:val="00BC4507"/>
    <w:rsid w:val="00BC4655"/>
    <w:rsid w:val="00BC5CBC"/>
    <w:rsid w:val="00BC7ADD"/>
    <w:rsid w:val="00BC7C0C"/>
    <w:rsid w:val="00BD027C"/>
    <w:rsid w:val="00BD22F9"/>
    <w:rsid w:val="00BD2941"/>
    <w:rsid w:val="00BD511F"/>
    <w:rsid w:val="00BE0E11"/>
    <w:rsid w:val="00BE1F9A"/>
    <w:rsid w:val="00BE38F8"/>
    <w:rsid w:val="00BE5161"/>
    <w:rsid w:val="00BF04AE"/>
    <w:rsid w:val="00BF12D9"/>
    <w:rsid w:val="00BF16D7"/>
    <w:rsid w:val="00BF1898"/>
    <w:rsid w:val="00BF3318"/>
    <w:rsid w:val="00BF3885"/>
    <w:rsid w:val="00BF4751"/>
    <w:rsid w:val="00BF6CB3"/>
    <w:rsid w:val="00BF6D42"/>
    <w:rsid w:val="00BF6E92"/>
    <w:rsid w:val="00C01839"/>
    <w:rsid w:val="00C0213A"/>
    <w:rsid w:val="00C05A71"/>
    <w:rsid w:val="00C077BD"/>
    <w:rsid w:val="00C107AA"/>
    <w:rsid w:val="00C109FA"/>
    <w:rsid w:val="00C13027"/>
    <w:rsid w:val="00C13098"/>
    <w:rsid w:val="00C16DC7"/>
    <w:rsid w:val="00C170BF"/>
    <w:rsid w:val="00C2162A"/>
    <w:rsid w:val="00C234BD"/>
    <w:rsid w:val="00C23CFA"/>
    <w:rsid w:val="00C30496"/>
    <w:rsid w:val="00C32FB3"/>
    <w:rsid w:val="00C35EF3"/>
    <w:rsid w:val="00C373B9"/>
    <w:rsid w:val="00C37752"/>
    <w:rsid w:val="00C4119A"/>
    <w:rsid w:val="00C41211"/>
    <w:rsid w:val="00C41D84"/>
    <w:rsid w:val="00C42496"/>
    <w:rsid w:val="00C44CEB"/>
    <w:rsid w:val="00C458C2"/>
    <w:rsid w:val="00C46282"/>
    <w:rsid w:val="00C47D2E"/>
    <w:rsid w:val="00C50E51"/>
    <w:rsid w:val="00C5227E"/>
    <w:rsid w:val="00C53EFC"/>
    <w:rsid w:val="00C57B01"/>
    <w:rsid w:val="00C57DB2"/>
    <w:rsid w:val="00C6124F"/>
    <w:rsid w:val="00C6164C"/>
    <w:rsid w:val="00C616B4"/>
    <w:rsid w:val="00C63B4D"/>
    <w:rsid w:val="00C6484D"/>
    <w:rsid w:val="00C65035"/>
    <w:rsid w:val="00C655DF"/>
    <w:rsid w:val="00C665B9"/>
    <w:rsid w:val="00C702FD"/>
    <w:rsid w:val="00C70383"/>
    <w:rsid w:val="00C71C3A"/>
    <w:rsid w:val="00C72D2D"/>
    <w:rsid w:val="00C77C09"/>
    <w:rsid w:val="00C80E4F"/>
    <w:rsid w:val="00C851BC"/>
    <w:rsid w:val="00C86464"/>
    <w:rsid w:val="00C86EC0"/>
    <w:rsid w:val="00C90F73"/>
    <w:rsid w:val="00C91FAC"/>
    <w:rsid w:val="00C967E2"/>
    <w:rsid w:val="00C97141"/>
    <w:rsid w:val="00C9734D"/>
    <w:rsid w:val="00CA1519"/>
    <w:rsid w:val="00CA4908"/>
    <w:rsid w:val="00CA50AE"/>
    <w:rsid w:val="00CB0283"/>
    <w:rsid w:val="00CB1FE8"/>
    <w:rsid w:val="00CB285B"/>
    <w:rsid w:val="00CB29E8"/>
    <w:rsid w:val="00CB2CD2"/>
    <w:rsid w:val="00CB30AF"/>
    <w:rsid w:val="00CB3C90"/>
    <w:rsid w:val="00CB47A6"/>
    <w:rsid w:val="00CB6DE7"/>
    <w:rsid w:val="00CB771B"/>
    <w:rsid w:val="00CC072E"/>
    <w:rsid w:val="00CC1981"/>
    <w:rsid w:val="00CC2C29"/>
    <w:rsid w:val="00CC3EFA"/>
    <w:rsid w:val="00CC59D8"/>
    <w:rsid w:val="00CD263C"/>
    <w:rsid w:val="00CD291D"/>
    <w:rsid w:val="00CD2EC0"/>
    <w:rsid w:val="00CD35F1"/>
    <w:rsid w:val="00CD4AF8"/>
    <w:rsid w:val="00CD54B7"/>
    <w:rsid w:val="00CD6138"/>
    <w:rsid w:val="00CD77D7"/>
    <w:rsid w:val="00CD7F19"/>
    <w:rsid w:val="00CE0048"/>
    <w:rsid w:val="00CE35F3"/>
    <w:rsid w:val="00CE3942"/>
    <w:rsid w:val="00CE45D7"/>
    <w:rsid w:val="00CE58B7"/>
    <w:rsid w:val="00CE621C"/>
    <w:rsid w:val="00CE63CA"/>
    <w:rsid w:val="00CE65AA"/>
    <w:rsid w:val="00CE6ED9"/>
    <w:rsid w:val="00CF04BF"/>
    <w:rsid w:val="00CF064F"/>
    <w:rsid w:val="00CF18EE"/>
    <w:rsid w:val="00CF2D49"/>
    <w:rsid w:val="00CF41FD"/>
    <w:rsid w:val="00CF56E7"/>
    <w:rsid w:val="00CF57CC"/>
    <w:rsid w:val="00CF5B83"/>
    <w:rsid w:val="00CF5EAC"/>
    <w:rsid w:val="00CF6EE1"/>
    <w:rsid w:val="00CF7224"/>
    <w:rsid w:val="00CF7F6F"/>
    <w:rsid w:val="00D0035C"/>
    <w:rsid w:val="00D004F8"/>
    <w:rsid w:val="00D00B22"/>
    <w:rsid w:val="00D02457"/>
    <w:rsid w:val="00D05157"/>
    <w:rsid w:val="00D06324"/>
    <w:rsid w:val="00D065DF"/>
    <w:rsid w:val="00D11191"/>
    <w:rsid w:val="00D14236"/>
    <w:rsid w:val="00D14608"/>
    <w:rsid w:val="00D16937"/>
    <w:rsid w:val="00D16F3F"/>
    <w:rsid w:val="00D17A57"/>
    <w:rsid w:val="00D22DAF"/>
    <w:rsid w:val="00D2385E"/>
    <w:rsid w:val="00D24E5A"/>
    <w:rsid w:val="00D252DA"/>
    <w:rsid w:val="00D27B6B"/>
    <w:rsid w:val="00D306BC"/>
    <w:rsid w:val="00D30C9C"/>
    <w:rsid w:val="00D36252"/>
    <w:rsid w:val="00D3692F"/>
    <w:rsid w:val="00D36FCA"/>
    <w:rsid w:val="00D37D7B"/>
    <w:rsid w:val="00D412D5"/>
    <w:rsid w:val="00D42229"/>
    <w:rsid w:val="00D43B9D"/>
    <w:rsid w:val="00D514CB"/>
    <w:rsid w:val="00D54C28"/>
    <w:rsid w:val="00D56A4D"/>
    <w:rsid w:val="00D57003"/>
    <w:rsid w:val="00D572DB"/>
    <w:rsid w:val="00D603CD"/>
    <w:rsid w:val="00D64496"/>
    <w:rsid w:val="00D65F14"/>
    <w:rsid w:val="00D71FAA"/>
    <w:rsid w:val="00D73E4B"/>
    <w:rsid w:val="00D73FAB"/>
    <w:rsid w:val="00D82ED6"/>
    <w:rsid w:val="00D83BB4"/>
    <w:rsid w:val="00D84D7A"/>
    <w:rsid w:val="00D85235"/>
    <w:rsid w:val="00D859F4"/>
    <w:rsid w:val="00D86A31"/>
    <w:rsid w:val="00D86B17"/>
    <w:rsid w:val="00D87A39"/>
    <w:rsid w:val="00D91375"/>
    <w:rsid w:val="00D91B62"/>
    <w:rsid w:val="00D91D5D"/>
    <w:rsid w:val="00D95853"/>
    <w:rsid w:val="00D969FE"/>
    <w:rsid w:val="00D96B87"/>
    <w:rsid w:val="00D96E39"/>
    <w:rsid w:val="00D9710B"/>
    <w:rsid w:val="00D97740"/>
    <w:rsid w:val="00DA0A10"/>
    <w:rsid w:val="00DA466B"/>
    <w:rsid w:val="00DA4883"/>
    <w:rsid w:val="00DA631B"/>
    <w:rsid w:val="00DA7746"/>
    <w:rsid w:val="00DA7A13"/>
    <w:rsid w:val="00DB2CC1"/>
    <w:rsid w:val="00DB3C45"/>
    <w:rsid w:val="00DB4354"/>
    <w:rsid w:val="00DB6D4A"/>
    <w:rsid w:val="00DB7B99"/>
    <w:rsid w:val="00DC28F1"/>
    <w:rsid w:val="00DC2E1C"/>
    <w:rsid w:val="00DC581D"/>
    <w:rsid w:val="00DC588C"/>
    <w:rsid w:val="00DC5F16"/>
    <w:rsid w:val="00DC6494"/>
    <w:rsid w:val="00DC7FC1"/>
    <w:rsid w:val="00DD1AA8"/>
    <w:rsid w:val="00DD5BBF"/>
    <w:rsid w:val="00DD7CBF"/>
    <w:rsid w:val="00DE021B"/>
    <w:rsid w:val="00DE0D00"/>
    <w:rsid w:val="00DE1224"/>
    <w:rsid w:val="00DE3B7B"/>
    <w:rsid w:val="00DE4A83"/>
    <w:rsid w:val="00DE6D4B"/>
    <w:rsid w:val="00DE733A"/>
    <w:rsid w:val="00DF0FAC"/>
    <w:rsid w:val="00DF14A7"/>
    <w:rsid w:val="00DF367A"/>
    <w:rsid w:val="00DF3EA2"/>
    <w:rsid w:val="00DF3F37"/>
    <w:rsid w:val="00DF638C"/>
    <w:rsid w:val="00DF6F4C"/>
    <w:rsid w:val="00DF7216"/>
    <w:rsid w:val="00E00834"/>
    <w:rsid w:val="00E05124"/>
    <w:rsid w:val="00E100C3"/>
    <w:rsid w:val="00E10601"/>
    <w:rsid w:val="00E11D14"/>
    <w:rsid w:val="00E1325D"/>
    <w:rsid w:val="00E1339A"/>
    <w:rsid w:val="00E13E22"/>
    <w:rsid w:val="00E149D5"/>
    <w:rsid w:val="00E1522C"/>
    <w:rsid w:val="00E16F6E"/>
    <w:rsid w:val="00E17A7D"/>
    <w:rsid w:val="00E17C7C"/>
    <w:rsid w:val="00E20A72"/>
    <w:rsid w:val="00E2365A"/>
    <w:rsid w:val="00E246D6"/>
    <w:rsid w:val="00E24D92"/>
    <w:rsid w:val="00E24DB0"/>
    <w:rsid w:val="00E2512E"/>
    <w:rsid w:val="00E2585E"/>
    <w:rsid w:val="00E302AF"/>
    <w:rsid w:val="00E30B26"/>
    <w:rsid w:val="00E3336E"/>
    <w:rsid w:val="00E342C3"/>
    <w:rsid w:val="00E3710E"/>
    <w:rsid w:val="00E37203"/>
    <w:rsid w:val="00E37755"/>
    <w:rsid w:val="00E403A2"/>
    <w:rsid w:val="00E42D45"/>
    <w:rsid w:val="00E4391E"/>
    <w:rsid w:val="00E448B9"/>
    <w:rsid w:val="00E46F3F"/>
    <w:rsid w:val="00E503F1"/>
    <w:rsid w:val="00E534B4"/>
    <w:rsid w:val="00E541EA"/>
    <w:rsid w:val="00E55669"/>
    <w:rsid w:val="00E57D40"/>
    <w:rsid w:val="00E57E64"/>
    <w:rsid w:val="00E6331C"/>
    <w:rsid w:val="00E63AEB"/>
    <w:rsid w:val="00E640D7"/>
    <w:rsid w:val="00E677C8"/>
    <w:rsid w:val="00E678FD"/>
    <w:rsid w:val="00E7214C"/>
    <w:rsid w:val="00E724F6"/>
    <w:rsid w:val="00E741B8"/>
    <w:rsid w:val="00E75883"/>
    <w:rsid w:val="00E75E1C"/>
    <w:rsid w:val="00E76051"/>
    <w:rsid w:val="00E7658E"/>
    <w:rsid w:val="00E765A4"/>
    <w:rsid w:val="00E774C5"/>
    <w:rsid w:val="00E77661"/>
    <w:rsid w:val="00E77919"/>
    <w:rsid w:val="00E82E18"/>
    <w:rsid w:val="00E838E0"/>
    <w:rsid w:val="00E83CAD"/>
    <w:rsid w:val="00E83EDB"/>
    <w:rsid w:val="00E86333"/>
    <w:rsid w:val="00E9097F"/>
    <w:rsid w:val="00E90C20"/>
    <w:rsid w:val="00E916C5"/>
    <w:rsid w:val="00E91E06"/>
    <w:rsid w:val="00E92AB5"/>
    <w:rsid w:val="00E942EA"/>
    <w:rsid w:val="00E9573C"/>
    <w:rsid w:val="00E95EC1"/>
    <w:rsid w:val="00E9728D"/>
    <w:rsid w:val="00EA184A"/>
    <w:rsid w:val="00EA1B7A"/>
    <w:rsid w:val="00EA365B"/>
    <w:rsid w:val="00EA3C0D"/>
    <w:rsid w:val="00EA47E8"/>
    <w:rsid w:val="00EA5B28"/>
    <w:rsid w:val="00EA77CB"/>
    <w:rsid w:val="00EB0115"/>
    <w:rsid w:val="00EB0EFF"/>
    <w:rsid w:val="00EB185D"/>
    <w:rsid w:val="00EB3608"/>
    <w:rsid w:val="00EC0D2C"/>
    <w:rsid w:val="00EC0DAC"/>
    <w:rsid w:val="00EC2234"/>
    <w:rsid w:val="00EC2E88"/>
    <w:rsid w:val="00EC3255"/>
    <w:rsid w:val="00EC3685"/>
    <w:rsid w:val="00ED0360"/>
    <w:rsid w:val="00ED19CB"/>
    <w:rsid w:val="00ED385B"/>
    <w:rsid w:val="00ED4241"/>
    <w:rsid w:val="00ED591A"/>
    <w:rsid w:val="00ED5A28"/>
    <w:rsid w:val="00EE0180"/>
    <w:rsid w:val="00EE0B1A"/>
    <w:rsid w:val="00EE1B3A"/>
    <w:rsid w:val="00EE1EB2"/>
    <w:rsid w:val="00EE5938"/>
    <w:rsid w:val="00EE74C8"/>
    <w:rsid w:val="00EF123C"/>
    <w:rsid w:val="00EF1B4F"/>
    <w:rsid w:val="00EF2613"/>
    <w:rsid w:val="00EF28D6"/>
    <w:rsid w:val="00EF30EB"/>
    <w:rsid w:val="00EF3CB7"/>
    <w:rsid w:val="00EF4558"/>
    <w:rsid w:val="00EF5091"/>
    <w:rsid w:val="00EF74A8"/>
    <w:rsid w:val="00EF7E30"/>
    <w:rsid w:val="00F001BF"/>
    <w:rsid w:val="00F02EBC"/>
    <w:rsid w:val="00F040BA"/>
    <w:rsid w:val="00F056CC"/>
    <w:rsid w:val="00F05814"/>
    <w:rsid w:val="00F06E10"/>
    <w:rsid w:val="00F102E6"/>
    <w:rsid w:val="00F1060E"/>
    <w:rsid w:val="00F10AEC"/>
    <w:rsid w:val="00F1197F"/>
    <w:rsid w:val="00F12A8D"/>
    <w:rsid w:val="00F12E0F"/>
    <w:rsid w:val="00F13A89"/>
    <w:rsid w:val="00F154A5"/>
    <w:rsid w:val="00F15BF6"/>
    <w:rsid w:val="00F162C7"/>
    <w:rsid w:val="00F16E33"/>
    <w:rsid w:val="00F203CD"/>
    <w:rsid w:val="00F20835"/>
    <w:rsid w:val="00F209E0"/>
    <w:rsid w:val="00F214BB"/>
    <w:rsid w:val="00F23E10"/>
    <w:rsid w:val="00F24116"/>
    <w:rsid w:val="00F2427A"/>
    <w:rsid w:val="00F26723"/>
    <w:rsid w:val="00F2744A"/>
    <w:rsid w:val="00F27A89"/>
    <w:rsid w:val="00F319D4"/>
    <w:rsid w:val="00F3203E"/>
    <w:rsid w:val="00F32FB0"/>
    <w:rsid w:val="00F33496"/>
    <w:rsid w:val="00F35E38"/>
    <w:rsid w:val="00F36FEA"/>
    <w:rsid w:val="00F37670"/>
    <w:rsid w:val="00F37CE7"/>
    <w:rsid w:val="00F40532"/>
    <w:rsid w:val="00F41742"/>
    <w:rsid w:val="00F42398"/>
    <w:rsid w:val="00F426DA"/>
    <w:rsid w:val="00F4292F"/>
    <w:rsid w:val="00F43A43"/>
    <w:rsid w:val="00F447BC"/>
    <w:rsid w:val="00F44A28"/>
    <w:rsid w:val="00F46522"/>
    <w:rsid w:val="00F47692"/>
    <w:rsid w:val="00F513A0"/>
    <w:rsid w:val="00F51AD8"/>
    <w:rsid w:val="00F51F43"/>
    <w:rsid w:val="00F525A9"/>
    <w:rsid w:val="00F52807"/>
    <w:rsid w:val="00F52BD0"/>
    <w:rsid w:val="00F53E9E"/>
    <w:rsid w:val="00F5447B"/>
    <w:rsid w:val="00F54C4A"/>
    <w:rsid w:val="00F564B4"/>
    <w:rsid w:val="00F56B57"/>
    <w:rsid w:val="00F5727F"/>
    <w:rsid w:val="00F57BB2"/>
    <w:rsid w:val="00F57DE0"/>
    <w:rsid w:val="00F62361"/>
    <w:rsid w:val="00F63788"/>
    <w:rsid w:val="00F6539F"/>
    <w:rsid w:val="00F65856"/>
    <w:rsid w:val="00F66B0E"/>
    <w:rsid w:val="00F6746A"/>
    <w:rsid w:val="00F67DFD"/>
    <w:rsid w:val="00F67F31"/>
    <w:rsid w:val="00F70AE7"/>
    <w:rsid w:val="00F72050"/>
    <w:rsid w:val="00F731F2"/>
    <w:rsid w:val="00F73CED"/>
    <w:rsid w:val="00F73E3E"/>
    <w:rsid w:val="00F751A9"/>
    <w:rsid w:val="00F753B6"/>
    <w:rsid w:val="00F803E1"/>
    <w:rsid w:val="00F80B78"/>
    <w:rsid w:val="00F831E3"/>
    <w:rsid w:val="00F86699"/>
    <w:rsid w:val="00F905BD"/>
    <w:rsid w:val="00F906DD"/>
    <w:rsid w:val="00F91573"/>
    <w:rsid w:val="00F915C5"/>
    <w:rsid w:val="00F93149"/>
    <w:rsid w:val="00F936DA"/>
    <w:rsid w:val="00F93F03"/>
    <w:rsid w:val="00F96EC4"/>
    <w:rsid w:val="00F96FD8"/>
    <w:rsid w:val="00FA0F1F"/>
    <w:rsid w:val="00FA1D4A"/>
    <w:rsid w:val="00FA2C31"/>
    <w:rsid w:val="00FA3EF9"/>
    <w:rsid w:val="00FA41A1"/>
    <w:rsid w:val="00FA4499"/>
    <w:rsid w:val="00FB116E"/>
    <w:rsid w:val="00FB2320"/>
    <w:rsid w:val="00FB2785"/>
    <w:rsid w:val="00FB476F"/>
    <w:rsid w:val="00FB4B06"/>
    <w:rsid w:val="00FB5572"/>
    <w:rsid w:val="00FB798F"/>
    <w:rsid w:val="00FC1E09"/>
    <w:rsid w:val="00FC1E86"/>
    <w:rsid w:val="00FC2204"/>
    <w:rsid w:val="00FC243E"/>
    <w:rsid w:val="00FC4833"/>
    <w:rsid w:val="00FC5269"/>
    <w:rsid w:val="00FD07A5"/>
    <w:rsid w:val="00FD09D1"/>
    <w:rsid w:val="00FD0E43"/>
    <w:rsid w:val="00FD1583"/>
    <w:rsid w:val="00FD2174"/>
    <w:rsid w:val="00FD27E3"/>
    <w:rsid w:val="00FD39E6"/>
    <w:rsid w:val="00FD4584"/>
    <w:rsid w:val="00FD4FED"/>
    <w:rsid w:val="00FD7747"/>
    <w:rsid w:val="00FE11A4"/>
    <w:rsid w:val="00FE1B02"/>
    <w:rsid w:val="00FE2A9F"/>
    <w:rsid w:val="00FE4D33"/>
    <w:rsid w:val="00FE6A25"/>
    <w:rsid w:val="00FE6C29"/>
    <w:rsid w:val="00FE7CDD"/>
    <w:rsid w:val="00FF03F2"/>
    <w:rsid w:val="00FF0775"/>
    <w:rsid w:val="00FF08CE"/>
    <w:rsid w:val="00FF52F0"/>
    <w:rsid w:val="00FF7448"/>
    <w:rsid w:val="050529B9"/>
    <w:rsid w:val="071236C5"/>
    <w:rsid w:val="0B01328C"/>
    <w:rsid w:val="0B0F4AB9"/>
    <w:rsid w:val="0BD31E7D"/>
    <w:rsid w:val="0C05644A"/>
    <w:rsid w:val="0FE0227A"/>
    <w:rsid w:val="10483BA8"/>
    <w:rsid w:val="11C53788"/>
    <w:rsid w:val="12D47706"/>
    <w:rsid w:val="14BB3272"/>
    <w:rsid w:val="17FA0ED5"/>
    <w:rsid w:val="1A906F77"/>
    <w:rsid w:val="1C4D7FC6"/>
    <w:rsid w:val="1D3D1E6D"/>
    <w:rsid w:val="1E854EF3"/>
    <w:rsid w:val="21D4348C"/>
    <w:rsid w:val="24966D2D"/>
    <w:rsid w:val="255465D0"/>
    <w:rsid w:val="298864BB"/>
    <w:rsid w:val="2F15272F"/>
    <w:rsid w:val="3106036E"/>
    <w:rsid w:val="32BA6BDE"/>
    <w:rsid w:val="33403675"/>
    <w:rsid w:val="373D50C4"/>
    <w:rsid w:val="38752D26"/>
    <w:rsid w:val="3CD676B5"/>
    <w:rsid w:val="3E351A34"/>
    <w:rsid w:val="3FD83C65"/>
    <w:rsid w:val="3FDF1A45"/>
    <w:rsid w:val="42370C80"/>
    <w:rsid w:val="44301F87"/>
    <w:rsid w:val="45BE69F2"/>
    <w:rsid w:val="46325F11"/>
    <w:rsid w:val="478F4B11"/>
    <w:rsid w:val="49133C99"/>
    <w:rsid w:val="495E72E1"/>
    <w:rsid w:val="4B7D6A46"/>
    <w:rsid w:val="50875ADF"/>
    <w:rsid w:val="511C1517"/>
    <w:rsid w:val="5999048B"/>
    <w:rsid w:val="5AB05FCF"/>
    <w:rsid w:val="5FCD72CA"/>
    <w:rsid w:val="608F12F0"/>
    <w:rsid w:val="67CD202F"/>
    <w:rsid w:val="6A5C53FB"/>
    <w:rsid w:val="6C6F0C9E"/>
    <w:rsid w:val="6E860C99"/>
    <w:rsid w:val="71CD4C17"/>
    <w:rsid w:val="73BF75BC"/>
    <w:rsid w:val="787734EE"/>
    <w:rsid w:val="78CC4FC9"/>
    <w:rsid w:val="7DDC7A55"/>
    <w:rsid w:val="7FC13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35C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0035C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0035C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D003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0035C"/>
    <w:rPr>
      <w:rFonts w:ascii="Times New Roman" w:hAnsi="Times New Roman" w:cs="Times New Roman"/>
      <w:kern w:val="2"/>
      <w:sz w:val="18"/>
      <w:szCs w:val="18"/>
    </w:rPr>
  </w:style>
  <w:style w:type="character" w:customStyle="1" w:styleId="Char">
    <w:name w:val="页脚 Char"/>
    <w:uiPriority w:val="99"/>
    <w:rsid w:val="00D0035C"/>
    <w:rPr>
      <w:rFonts w:ascii="Times New Roman" w:eastAsia="宋体" w:hAnsi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3</Pages>
  <Words>194</Words>
  <Characters>1111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16</cp:revision>
  <cp:lastPrinted>2019-07-18T07:05:00Z</cp:lastPrinted>
  <dcterms:created xsi:type="dcterms:W3CDTF">2018-10-21T14:23:00Z</dcterms:created>
  <dcterms:modified xsi:type="dcterms:W3CDTF">2019-07-18T07:42:00Z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